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126C0" w14:textId="5EFD7B8D" w:rsidR="00014E8E" w:rsidRPr="00C77777" w:rsidRDefault="0069595B" w:rsidP="00695853">
      <w:pPr>
        <w:pStyle w:val="Heading1"/>
      </w:pPr>
      <w:r w:rsidRPr="00C77777">
        <w:t>Software and hardware specifications</w:t>
      </w:r>
    </w:p>
    <w:p w14:paraId="3D79B334" w14:textId="77777777" w:rsidR="00C77777" w:rsidRPr="00C77777" w:rsidRDefault="00C77777" w:rsidP="00C77777">
      <w:pPr>
        <w:pStyle w:val="NormalPACKT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0"/>
        <w:gridCol w:w="1979"/>
        <w:gridCol w:w="2404"/>
        <w:gridCol w:w="1837"/>
      </w:tblGrid>
      <w:tr w:rsidR="0069595B" w14:paraId="61A9A62E" w14:textId="77777777" w:rsidTr="0069595B">
        <w:tc>
          <w:tcPr>
            <w:tcW w:w="1696" w:type="dxa"/>
          </w:tcPr>
          <w:p w14:paraId="79BE13F6" w14:textId="3D5C1EF0" w:rsidR="0069595B" w:rsidRPr="0069595B" w:rsidRDefault="0069595B" w:rsidP="00695853">
            <w:pPr>
              <w:pStyle w:val="TableColumnContentPACKT"/>
              <w:ind w:left="0"/>
              <w:rPr>
                <w:rStyle w:val="KeyWordPACKT"/>
              </w:rPr>
            </w:pPr>
            <w:r w:rsidRPr="0069595B">
              <w:rPr>
                <w:rStyle w:val="KeyWordPACKT"/>
              </w:rPr>
              <w:t>Chapter number</w:t>
            </w:r>
          </w:p>
        </w:tc>
        <w:tc>
          <w:tcPr>
            <w:tcW w:w="1985" w:type="dxa"/>
          </w:tcPr>
          <w:p w14:paraId="0C10C480" w14:textId="44149C19" w:rsidR="0069595B" w:rsidRPr="0069595B" w:rsidRDefault="0069595B" w:rsidP="00695853">
            <w:pPr>
              <w:pStyle w:val="TableColumnContentPACKT"/>
              <w:rPr>
                <w:rStyle w:val="KeyWordPACKT"/>
              </w:rPr>
            </w:pPr>
            <w:r w:rsidRPr="0069595B">
              <w:rPr>
                <w:rStyle w:val="KeyWordPACKT"/>
              </w:rPr>
              <w:t>Software Required (with version)</w:t>
            </w:r>
          </w:p>
        </w:tc>
        <w:tc>
          <w:tcPr>
            <w:tcW w:w="2410" w:type="dxa"/>
          </w:tcPr>
          <w:p w14:paraId="7A4F06FD" w14:textId="645744BA" w:rsidR="0069595B" w:rsidRPr="0069595B" w:rsidRDefault="0069595B" w:rsidP="00695853">
            <w:pPr>
              <w:pStyle w:val="TableColumnContentPACKT"/>
              <w:rPr>
                <w:rStyle w:val="KeyWordPACKT"/>
              </w:rPr>
            </w:pPr>
            <w:r w:rsidRPr="0069595B">
              <w:rPr>
                <w:rStyle w:val="KeyWordPACKT"/>
              </w:rPr>
              <w:t>Hardware specifications</w:t>
            </w:r>
          </w:p>
        </w:tc>
        <w:tc>
          <w:tcPr>
            <w:tcW w:w="1842" w:type="dxa"/>
          </w:tcPr>
          <w:p w14:paraId="44CC035B" w14:textId="334DEF9B" w:rsidR="0069595B" w:rsidRPr="0069595B" w:rsidRDefault="0069595B" w:rsidP="00695853">
            <w:pPr>
              <w:pStyle w:val="TableColumnContentPACKT"/>
              <w:rPr>
                <w:rStyle w:val="KeyWordPACKT"/>
              </w:rPr>
            </w:pPr>
            <w:r w:rsidRPr="0069595B">
              <w:rPr>
                <w:rStyle w:val="KeyWordPACKT"/>
              </w:rPr>
              <w:t>OS required</w:t>
            </w:r>
          </w:p>
        </w:tc>
      </w:tr>
      <w:tr w:rsidR="0069595B" w14:paraId="3DC28E1B" w14:textId="77777777" w:rsidTr="0069595B">
        <w:tc>
          <w:tcPr>
            <w:tcW w:w="1696" w:type="dxa"/>
          </w:tcPr>
          <w:p w14:paraId="445910AC" w14:textId="63C30AEE" w:rsidR="0069595B" w:rsidRDefault="0069595B" w:rsidP="0069595B">
            <w:pPr>
              <w:pStyle w:val="NormalPACKT"/>
              <w:rPr>
                <w:lang w:val="en-GB"/>
              </w:rPr>
            </w:pPr>
            <w:r>
              <w:rPr>
                <w:lang w:val="en-GB"/>
              </w:rPr>
              <w:t>1 - 15</w:t>
            </w:r>
          </w:p>
        </w:tc>
        <w:tc>
          <w:tcPr>
            <w:tcW w:w="1985" w:type="dxa"/>
          </w:tcPr>
          <w:p w14:paraId="27E167C9" w14:textId="2C675A19" w:rsidR="0069595B" w:rsidRDefault="0069595B" w:rsidP="0069595B">
            <w:pPr>
              <w:pStyle w:val="NormalPACKT"/>
              <w:rPr>
                <w:lang w:val="en-GB"/>
              </w:rPr>
            </w:pPr>
            <w:r>
              <w:rPr>
                <w:lang w:val="en-GB"/>
              </w:rPr>
              <w:t>Python 3.8</w:t>
            </w:r>
          </w:p>
        </w:tc>
        <w:tc>
          <w:tcPr>
            <w:tcW w:w="2410" w:type="dxa"/>
          </w:tcPr>
          <w:p w14:paraId="0D574092" w14:textId="61292150" w:rsidR="0069595B" w:rsidRDefault="00446576" w:rsidP="0069595B">
            <w:pPr>
              <w:pStyle w:val="NormalPACKT"/>
              <w:rPr>
                <w:lang w:val="en-GB"/>
              </w:rPr>
            </w:pPr>
            <w:r>
              <w:rPr>
                <w:lang w:val="en-GB"/>
              </w:rPr>
              <w:t>x86/AMD64 system</w:t>
            </w:r>
          </w:p>
        </w:tc>
        <w:tc>
          <w:tcPr>
            <w:tcW w:w="1842" w:type="dxa"/>
          </w:tcPr>
          <w:p w14:paraId="6754DD81" w14:textId="17A57829" w:rsidR="0069595B" w:rsidRDefault="00446576" w:rsidP="0069595B">
            <w:pPr>
              <w:pStyle w:val="NormalPACKT"/>
              <w:rPr>
                <w:lang w:val="en-GB"/>
              </w:rPr>
            </w:pPr>
            <w:r w:rsidRPr="002E22B2">
              <w:t>Windows</w:t>
            </w:r>
            <w:r>
              <w:rPr>
                <w:lang w:val="en-GB"/>
              </w:rPr>
              <w:t>, any Linux distro, or macOS</w:t>
            </w:r>
          </w:p>
        </w:tc>
      </w:tr>
    </w:tbl>
    <w:p w14:paraId="43036D68" w14:textId="77777777" w:rsidR="00B04EFE" w:rsidRDefault="00B04EFE" w:rsidP="00B04EFE">
      <w:pPr>
        <w:pStyle w:val="Heading1"/>
      </w:pPr>
      <w:r>
        <w:t>Detailed installation steps</w:t>
      </w:r>
    </w:p>
    <w:p w14:paraId="24553FB4" w14:textId="46E8968E" w:rsidR="00B04EFE" w:rsidRDefault="00B04EFE" w:rsidP="00B04EFE">
      <w:pPr>
        <w:pStyle w:val="NumberedBulletEndPACKT"/>
      </w:pPr>
      <w:r>
        <w:t>Python 3.8:</w:t>
      </w:r>
    </w:p>
    <w:p w14:paraId="3D16F12D" w14:textId="319BE69F" w:rsidR="00B04EFE" w:rsidRDefault="00B04EFE" w:rsidP="00B04EFE">
      <w:pPr>
        <w:pStyle w:val="BulletWithinBulletEndPACKT"/>
      </w:pPr>
      <w:r>
        <w:t xml:space="preserve">Go to </w:t>
      </w:r>
      <w:hyperlink r:id="rId5" w:history="1">
        <w:r w:rsidRPr="00B04EFE">
          <w:rPr>
            <w:rStyle w:val="URLPACKT"/>
          </w:rPr>
          <w:t>https://wiki.python.org/moin/Beginne</w:t>
        </w:r>
        <w:r w:rsidRPr="00B04EFE">
          <w:rPr>
            <w:rStyle w:val="URLPACKT"/>
          </w:rPr>
          <w:t>r</w:t>
        </w:r>
        <w:r w:rsidRPr="00B04EFE">
          <w:rPr>
            <w:rStyle w:val="URLPACKT"/>
          </w:rPr>
          <w:t>sGuide/Download</w:t>
        </w:r>
      </w:hyperlink>
      <w:r w:rsidRPr="00B04EFE">
        <w:t xml:space="preserve"> a</w:t>
      </w:r>
      <w:r>
        <w:t>nd follow the instructions for your specific OS</w:t>
      </w:r>
    </w:p>
    <w:sectPr w:rsidR="00B04EFE" w:rsidSect="00C77777">
      <w:pgSz w:w="12240" w:h="15840"/>
      <w:pgMar w:top="2347" w:right="2160" w:bottom="2707" w:left="2160" w:header="1973" w:footer="234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ont442">
    <w:altName w:val="Yu Gothic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784A8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EE483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BC56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E03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E94E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8814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AADA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B04F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2C8A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B41F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955E08"/>
    <w:multiLevelType w:val="multilevel"/>
    <w:tmpl w:val="441C3358"/>
    <w:lvl w:ilvl="0">
      <w:start w:val="1"/>
      <w:numFmt w:val="lowerRoman"/>
      <w:pStyle w:val="RomanNumberedBulletPACKT"/>
      <w:lvlText w:val="%1."/>
      <w:lvlJc w:val="right"/>
      <w:pPr>
        <w:ind w:left="1304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rFonts w:hint="default"/>
      </w:rPr>
    </w:lvl>
  </w:abstractNum>
  <w:abstractNum w:abstractNumId="11" w15:restartNumberingAfterBreak="0">
    <w:nsid w:val="02622095"/>
    <w:multiLevelType w:val="multilevel"/>
    <w:tmpl w:val="3C64444E"/>
    <w:lvl w:ilvl="0">
      <w:start w:val="1"/>
      <w:numFmt w:val="decimal"/>
      <w:pStyle w:val="NumberedBulletPACKT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0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3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767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997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227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457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687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917" w:firstLine="0"/>
      </w:pPr>
      <w:rPr>
        <w:rFonts w:hint="default"/>
      </w:rPr>
    </w:lvl>
  </w:abstractNum>
  <w:abstractNum w:abstractNumId="12" w15:restartNumberingAfterBreak="0">
    <w:nsid w:val="09135DC8"/>
    <w:multiLevelType w:val="multilevel"/>
    <w:tmpl w:val="4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9CC1ADB"/>
    <w:multiLevelType w:val="hybridMultilevel"/>
    <w:tmpl w:val="FCD04E8E"/>
    <w:lvl w:ilvl="0" w:tplc="21365E82">
      <w:start w:val="1"/>
      <w:numFmt w:val="bullet"/>
      <w:pStyle w:val="BulletWithinInformationBoxPACK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AF51030"/>
    <w:multiLevelType w:val="multilevel"/>
    <w:tmpl w:val="D91A43F4"/>
    <w:lvl w:ilvl="0">
      <w:start w:val="1"/>
      <w:numFmt w:val="decimal"/>
      <w:lvlText w:val="%1."/>
      <w:lvlJc w:val="left"/>
      <w:pPr>
        <w:ind w:left="1463" w:hanging="38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15" w15:restartNumberingAfterBreak="0">
    <w:nsid w:val="15E63D02"/>
    <w:multiLevelType w:val="hybridMultilevel"/>
    <w:tmpl w:val="A2F4EC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C74BFE"/>
    <w:multiLevelType w:val="multilevel"/>
    <w:tmpl w:val="D91A43F4"/>
    <w:styleLink w:val="NumberedBulletWithinBullet"/>
    <w:lvl w:ilvl="0">
      <w:start w:val="1"/>
      <w:numFmt w:val="decimal"/>
      <w:pStyle w:val="NumberedBulletWithinBulletPACKT"/>
      <w:lvlText w:val="%1."/>
      <w:lvlJc w:val="left"/>
      <w:pPr>
        <w:ind w:left="1463" w:hanging="38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17" w15:restartNumberingAfterBreak="0">
    <w:nsid w:val="2F405BBE"/>
    <w:multiLevelType w:val="hybridMultilevel"/>
    <w:tmpl w:val="7C7058E8"/>
    <w:lvl w:ilvl="0" w:tplc="4FB41ED2">
      <w:start w:val="1"/>
      <w:numFmt w:val="bullet"/>
      <w:pStyle w:val="BulletPACK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4F1B17"/>
    <w:multiLevelType w:val="multilevel"/>
    <w:tmpl w:val="D1C639FE"/>
    <w:lvl w:ilvl="0">
      <w:start w:val="1"/>
      <w:numFmt w:val="lowerLetter"/>
      <w:pStyle w:val="AlphabeticalBulletPACKT"/>
      <w:lvlText w:val="%1."/>
      <w:lvlJc w:val="left"/>
      <w:pPr>
        <w:ind w:left="1463" w:hanging="38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19" w15:restartNumberingAfterBreak="0">
    <w:nsid w:val="34B01141"/>
    <w:multiLevelType w:val="multilevel"/>
    <w:tmpl w:val="D91A43F4"/>
    <w:numStyleLink w:val="NumberedBulletWithinBullet"/>
  </w:abstractNum>
  <w:abstractNum w:abstractNumId="20" w15:restartNumberingAfterBreak="0">
    <w:nsid w:val="3A9F27B3"/>
    <w:multiLevelType w:val="multilevel"/>
    <w:tmpl w:val="D91A43F4"/>
    <w:lvl w:ilvl="0">
      <w:start w:val="1"/>
      <w:numFmt w:val="decimal"/>
      <w:lvlText w:val="%1."/>
      <w:lvlJc w:val="left"/>
      <w:pPr>
        <w:ind w:left="1463" w:hanging="38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21" w15:restartNumberingAfterBreak="0">
    <w:nsid w:val="40925285"/>
    <w:multiLevelType w:val="multilevel"/>
    <w:tmpl w:val="40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63700356"/>
    <w:multiLevelType w:val="multilevel"/>
    <w:tmpl w:val="4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F0614A4"/>
    <w:multiLevelType w:val="multilevel"/>
    <w:tmpl w:val="4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  <w:num w:numId="12">
    <w:abstractNumId w:val="21"/>
  </w:num>
  <w:num w:numId="13">
    <w:abstractNumId w:val="23"/>
  </w:num>
  <w:num w:numId="14">
    <w:abstractNumId w:val="22"/>
  </w:num>
  <w:num w:numId="15">
    <w:abstractNumId w:val="18"/>
  </w:num>
  <w:num w:numId="16">
    <w:abstractNumId w:val="17"/>
  </w:num>
  <w:num w:numId="17">
    <w:abstractNumId w:val="11"/>
  </w:num>
  <w:num w:numId="18">
    <w:abstractNumId w:val="16"/>
  </w:num>
  <w:num w:numId="19">
    <w:abstractNumId w:val="19"/>
  </w:num>
  <w:num w:numId="20">
    <w:abstractNumId w:val="10"/>
  </w:num>
  <w:num w:numId="21">
    <w:abstractNumId w:val="13"/>
  </w:num>
  <w:num w:numId="22">
    <w:abstractNumId w:val="20"/>
  </w:num>
  <w:num w:numId="23">
    <w:abstractNumId w:val="1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mirrorMargins/>
  <w:proofState w:spelling="clean" w:grammar="clean"/>
  <w:attachedTemplate r:id="rId1"/>
  <w:linkStyles/>
  <w:defaultTabStop w:val="720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95B"/>
    <w:rsid w:val="00013722"/>
    <w:rsid w:val="00014E8E"/>
    <w:rsid w:val="002E22B2"/>
    <w:rsid w:val="004178B7"/>
    <w:rsid w:val="00446576"/>
    <w:rsid w:val="00472913"/>
    <w:rsid w:val="004767E1"/>
    <w:rsid w:val="006627B3"/>
    <w:rsid w:val="00695853"/>
    <w:rsid w:val="0069595B"/>
    <w:rsid w:val="00733D2A"/>
    <w:rsid w:val="00896889"/>
    <w:rsid w:val="00AA0689"/>
    <w:rsid w:val="00B04EFE"/>
    <w:rsid w:val="00C77777"/>
    <w:rsid w:val="00FC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FB340"/>
  <w15:chartTrackingRefBased/>
  <w15:docId w15:val="{73929038-D258-4ADC-8429-EF5639D73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33D2A"/>
    <w:pPr>
      <w:spacing w:after="20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Heading1">
    <w:name w:val="heading 1"/>
    <w:aliases w:val="Heading 1 [PACKT]"/>
    <w:next w:val="NormalPACKT"/>
    <w:link w:val="Heading1Char"/>
    <w:qFormat/>
    <w:rsid w:val="00733D2A"/>
    <w:pPr>
      <w:keepNext/>
      <w:spacing w:before="400" w:after="60" w:line="240" w:lineRule="auto"/>
      <w:outlineLvl w:val="0"/>
    </w:pPr>
    <w:rPr>
      <w:rFonts w:ascii="Arial" w:eastAsia="Times New Roman" w:hAnsi="Arial" w:cs="Arial"/>
      <w:b/>
      <w:iCs/>
      <w:color w:val="000000"/>
      <w:kern w:val="32"/>
      <w:sz w:val="32"/>
      <w:szCs w:val="32"/>
      <w:lang w:val="en-GB"/>
    </w:rPr>
  </w:style>
  <w:style w:type="paragraph" w:styleId="Heading2">
    <w:name w:val="heading 2"/>
    <w:aliases w:val="Heading 2 [PACKT]"/>
    <w:next w:val="NormalPACKT"/>
    <w:link w:val="Heading2Char"/>
    <w:qFormat/>
    <w:rsid w:val="00733D2A"/>
    <w:pPr>
      <w:keepNext/>
      <w:spacing w:before="320" w:after="60" w:line="240" w:lineRule="auto"/>
      <w:outlineLvl w:val="1"/>
    </w:pPr>
    <w:rPr>
      <w:rFonts w:ascii="Arial" w:eastAsia="Times New Roman" w:hAnsi="Arial" w:cs="Arial"/>
      <w:b/>
      <w:bCs/>
      <w:iCs/>
      <w:color w:val="000000"/>
      <w:sz w:val="28"/>
      <w:szCs w:val="28"/>
      <w:lang w:val="en-GB"/>
    </w:rPr>
  </w:style>
  <w:style w:type="paragraph" w:styleId="Heading3">
    <w:name w:val="heading 3"/>
    <w:aliases w:val="Heading 3 [PACKT]"/>
    <w:next w:val="NormalPACKT"/>
    <w:link w:val="Heading3Char"/>
    <w:qFormat/>
    <w:rsid w:val="00733D2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iCs/>
      <w:color w:val="000000"/>
      <w:sz w:val="26"/>
      <w:szCs w:val="26"/>
      <w:lang w:val="en-GB"/>
    </w:rPr>
  </w:style>
  <w:style w:type="paragraph" w:styleId="Heading4">
    <w:name w:val="heading 4"/>
    <w:aliases w:val="Heading 4 [PACKT]"/>
    <w:next w:val="NormalPACKT"/>
    <w:link w:val="Heading4Char"/>
    <w:qFormat/>
    <w:rsid w:val="00733D2A"/>
    <w:pPr>
      <w:spacing w:before="160" w:after="60" w:line="240" w:lineRule="auto"/>
      <w:outlineLvl w:val="3"/>
    </w:pPr>
    <w:rPr>
      <w:rFonts w:ascii="Arial" w:eastAsia="Times New Roman" w:hAnsi="Arial" w:cs="Arial"/>
      <w:b/>
      <w:iCs/>
      <w:color w:val="000000"/>
      <w:sz w:val="24"/>
      <w:szCs w:val="28"/>
      <w:lang w:val="en-GB"/>
    </w:rPr>
  </w:style>
  <w:style w:type="paragraph" w:styleId="Heading5">
    <w:name w:val="heading 5"/>
    <w:aliases w:val="Heading 5 [PACKT]"/>
    <w:next w:val="NormalPACKT"/>
    <w:link w:val="Heading5Char"/>
    <w:qFormat/>
    <w:rsid w:val="00733D2A"/>
    <w:pPr>
      <w:spacing w:before="80" w:after="60" w:line="240" w:lineRule="auto"/>
      <w:outlineLvl w:val="4"/>
    </w:pPr>
    <w:rPr>
      <w:rFonts w:ascii="Arial" w:eastAsia="Times New Roman" w:hAnsi="Arial" w:cs="Arial"/>
      <w:b/>
      <w:color w:val="000000"/>
      <w:szCs w:val="26"/>
      <w:lang w:val="en-GB"/>
    </w:rPr>
  </w:style>
  <w:style w:type="paragraph" w:styleId="Heading6">
    <w:name w:val="heading 6"/>
    <w:aliases w:val="Heading 6 [PACKT]"/>
    <w:basedOn w:val="Heading2"/>
    <w:next w:val="NormalPACKT"/>
    <w:link w:val="Heading6Char"/>
    <w:qFormat/>
    <w:rsid w:val="00733D2A"/>
    <w:pPr>
      <w:spacing w:before="120"/>
      <w:outlineLvl w:val="5"/>
    </w:pPr>
    <w:rPr>
      <w:rFonts w:cs="Times New Roman"/>
      <w:b w:val="0"/>
      <w:bCs w:val="0"/>
      <w:sz w:val="20"/>
      <w:szCs w:val="22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3D2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  <w:rsid w:val="00733D2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33D2A"/>
  </w:style>
  <w:style w:type="character" w:customStyle="1" w:styleId="Heading1Char">
    <w:name w:val="Heading 1 Char"/>
    <w:aliases w:val="Heading 1 [PACKT] Char"/>
    <w:link w:val="Heading1"/>
    <w:rsid w:val="00733D2A"/>
    <w:rPr>
      <w:rFonts w:ascii="Arial" w:eastAsia="Times New Roman" w:hAnsi="Arial" w:cs="Arial"/>
      <w:b/>
      <w:iCs/>
      <w:color w:val="000000"/>
      <w:kern w:val="32"/>
      <w:sz w:val="32"/>
      <w:szCs w:val="32"/>
      <w:lang w:val="en-GB"/>
    </w:rPr>
  </w:style>
  <w:style w:type="character" w:customStyle="1" w:styleId="Heading2Char">
    <w:name w:val="Heading 2 Char"/>
    <w:aliases w:val="Heading 2 [PACKT] Char"/>
    <w:link w:val="Heading2"/>
    <w:rsid w:val="00733D2A"/>
    <w:rPr>
      <w:rFonts w:ascii="Arial" w:eastAsia="Times New Roman" w:hAnsi="Arial" w:cs="Arial"/>
      <w:b/>
      <w:bCs/>
      <w:iCs/>
      <w:color w:val="000000"/>
      <w:sz w:val="28"/>
      <w:szCs w:val="28"/>
      <w:lang w:val="en-GB"/>
    </w:rPr>
  </w:style>
  <w:style w:type="character" w:customStyle="1" w:styleId="Heading3Char">
    <w:name w:val="Heading 3 Char"/>
    <w:aliases w:val="Heading 3 [PACKT] Char"/>
    <w:basedOn w:val="DefaultParagraphFont"/>
    <w:link w:val="Heading3"/>
    <w:rsid w:val="00733D2A"/>
    <w:rPr>
      <w:rFonts w:ascii="Arial" w:eastAsia="Times New Roman" w:hAnsi="Arial" w:cs="Arial"/>
      <w:b/>
      <w:iCs/>
      <w:color w:val="000000"/>
      <w:sz w:val="26"/>
      <w:szCs w:val="26"/>
      <w:lang w:val="en-GB"/>
    </w:rPr>
  </w:style>
  <w:style w:type="character" w:customStyle="1" w:styleId="Heading4Char">
    <w:name w:val="Heading 4 Char"/>
    <w:aliases w:val="Heading 4 [PACKT] Char"/>
    <w:basedOn w:val="DefaultParagraphFont"/>
    <w:link w:val="Heading4"/>
    <w:rsid w:val="00733D2A"/>
    <w:rPr>
      <w:rFonts w:ascii="Arial" w:eastAsia="Times New Roman" w:hAnsi="Arial" w:cs="Arial"/>
      <w:b/>
      <w:iCs/>
      <w:color w:val="000000"/>
      <w:sz w:val="24"/>
      <w:szCs w:val="28"/>
      <w:lang w:val="en-GB"/>
    </w:rPr>
  </w:style>
  <w:style w:type="character" w:customStyle="1" w:styleId="Heading5Char">
    <w:name w:val="Heading 5 Char"/>
    <w:aliases w:val="Heading 5 [PACKT] Char"/>
    <w:basedOn w:val="DefaultParagraphFont"/>
    <w:link w:val="Heading5"/>
    <w:rsid w:val="00733D2A"/>
    <w:rPr>
      <w:rFonts w:ascii="Arial" w:eastAsia="Times New Roman" w:hAnsi="Arial" w:cs="Arial"/>
      <w:b/>
      <w:color w:val="000000"/>
      <w:szCs w:val="26"/>
      <w:lang w:val="en-GB"/>
    </w:rPr>
  </w:style>
  <w:style w:type="character" w:customStyle="1" w:styleId="Heading6Char">
    <w:name w:val="Heading 6 Char"/>
    <w:aliases w:val="Heading 6 [PACKT] Char"/>
    <w:link w:val="Heading6"/>
    <w:rsid w:val="00733D2A"/>
    <w:rPr>
      <w:rFonts w:ascii="Arial" w:eastAsia="Times New Roman" w:hAnsi="Arial" w:cs="Times New Roman"/>
      <w:iCs/>
      <w:color w:val="000000"/>
      <w:sz w:val="20"/>
      <w:lang w:val="en-GB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3D2A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n-US"/>
    </w:rPr>
  </w:style>
  <w:style w:type="paragraph" w:customStyle="1" w:styleId="AlphabeticalBulletPACKT">
    <w:name w:val="Alphabetical Bullet [PACKT]"/>
    <w:basedOn w:val="BulletWithinBulletPACKT"/>
    <w:uiPriority w:val="99"/>
    <w:qFormat/>
    <w:rsid w:val="00733D2A"/>
    <w:pPr>
      <w:numPr>
        <w:numId w:val="15"/>
      </w:numPr>
    </w:pPr>
    <w:rPr>
      <w:bCs/>
    </w:rPr>
  </w:style>
  <w:style w:type="paragraph" w:customStyle="1" w:styleId="AlphabeticalBulletEndPACKT">
    <w:name w:val="Alphabetical Bullet End [PACKT]"/>
    <w:basedOn w:val="AlphabeticalBulletPACKT"/>
    <w:uiPriority w:val="99"/>
    <w:qFormat/>
    <w:rsid w:val="00733D2A"/>
    <w:pPr>
      <w:spacing w:after="120"/>
      <w:ind w:left="1434" w:hanging="357"/>
    </w:pPr>
    <w:rPr>
      <w:bCs w:val="0"/>
    </w:rPr>
  </w:style>
  <w:style w:type="paragraph" w:customStyle="1" w:styleId="NormalPACKT">
    <w:name w:val="Normal [PACKT]"/>
    <w:uiPriority w:val="99"/>
    <w:locked/>
    <w:rsid w:val="00733D2A"/>
    <w:pPr>
      <w:spacing w:after="120" w:line="240" w:lineRule="auto"/>
    </w:pPr>
    <w:rPr>
      <w:rFonts w:ascii="Calibri" w:eastAsia="Times New Roman" w:hAnsi="Calibri" w:cs="Times New Roman"/>
      <w:szCs w:val="24"/>
      <w:lang w:val="en-US"/>
    </w:rPr>
  </w:style>
  <w:style w:type="paragraph" w:customStyle="1" w:styleId="AppendixTitlePACKT">
    <w:name w:val="Appendix Title [PACKT]"/>
    <w:basedOn w:val="NormalPACKT"/>
    <w:uiPriority w:val="99"/>
    <w:rsid w:val="00733D2A"/>
    <w:pPr>
      <w:suppressAutoHyphens/>
      <w:autoSpaceDE w:val="0"/>
      <w:autoSpaceDN w:val="0"/>
      <w:adjustRightInd w:val="0"/>
      <w:spacing w:before="202" w:after="432" w:line="2100" w:lineRule="atLeast"/>
      <w:jc w:val="right"/>
      <w:textAlignment w:val="center"/>
    </w:pPr>
    <w:rPr>
      <w:rFonts w:ascii="Arial" w:hAnsi="Arial" w:cs="Arial"/>
      <w:color w:val="000000"/>
      <w:sz w:val="60"/>
      <w:szCs w:val="60"/>
      <w:lang w:val="en-GB"/>
    </w:rPr>
  </w:style>
  <w:style w:type="character" w:customStyle="1" w:styleId="BoldItalicsPACKT">
    <w:name w:val="Bold + Italics [PACKT]"/>
    <w:basedOn w:val="DefaultParagraphFont"/>
    <w:uiPriority w:val="1"/>
    <w:rsid w:val="00733D2A"/>
    <w:rPr>
      <w:b/>
      <w:i/>
    </w:rPr>
  </w:style>
  <w:style w:type="paragraph" w:customStyle="1" w:styleId="BulletPACKT">
    <w:name w:val="Bullet [PACKT]"/>
    <w:basedOn w:val="NormalPACKT"/>
    <w:autoRedefine/>
    <w:uiPriority w:val="99"/>
    <w:locked/>
    <w:rsid w:val="00733D2A"/>
    <w:pPr>
      <w:numPr>
        <w:numId w:val="16"/>
      </w:numPr>
      <w:tabs>
        <w:tab w:val="left" w:pos="360"/>
      </w:tabs>
      <w:suppressAutoHyphens/>
      <w:spacing w:after="60"/>
      <w:ind w:left="714" w:hanging="357"/>
    </w:pPr>
  </w:style>
  <w:style w:type="paragraph" w:customStyle="1" w:styleId="BulletEndPACKT">
    <w:name w:val="Bullet End [PACKT]"/>
    <w:basedOn w:val="BulletPACKT"/>
    <w:next w:val="NormalPACKT"/>
    <w:uiPriority w:val="99"/>
    <w:locked/>
    <w:rsid w:val="00733D2A"/>
    <w:pPr>
      <w:spacing w:after="120"/>
    </w:pPr>
  </w:style>
  <w:style w:type="paragraph" w:customStyle="1" w:styleId="BulletWithinBulletPACKT">
    <w:name w:val="Bullet Within Bullet [PACKT]"/>
    <w:basedOn w:val="BulletPACKT"/>
    <w:uiPriority w:val="99"/>
    <w:locked/>
    <w:rsid w:val="00733D2A"/>
    <w:pPr>
      <w:ind w:left="1434"/>
    </w:pPr>
  </w:style>
  <w:style w:type="paragraph" w:customStyle="1" w:styleId="BulletWithinBulletEndPACKT">
    <w:name w:val="Bullet Within Bullet End [PACKT]"/>
    <w:basedOn w:val="BulletWithinBulletPACKT"/>
    <w:uiPriority w:val="99"/>
    <w:locked/>
    <w:rsid w:val="00733D2A"/>
    <w:pPr>
      <w:tabs>
        <w:tab w:val="clear" w:pos="360"/>
      </w:tabs>
      <w:spacing w:after="120"/>
    </w:pPr>
  </w:style>
  <w:style w:type="paragraph" w:customStyle="1" w:styleId="InformationBoxPACKT">
    <w:name w:val="Information Box [PACKT]"/>
    <w:basedOn w:val="NormalPACKT"/>
    <w:next w:val="NormalPACKT"/>
    <w:link w:val="InformationBoxPACKTChar"/>
    <w:uiPriority w:val="99"/>
    <w:qFormat/>
    <w:locked/>
    <w:rsid w:val="00733D2A"/>
    <w:pPr>
      <w:pBdr>
        <w:top w:val="single" w:sz="4" w:space="6" w:color="auto"/>
        <w:left w:val="single" w:sz="4" w:space="4" w:color="auto"/>
        <w:bottom w:val="single" w:sz="4" w:space="9" w:color="auto"/>
        <w:right w:val="single" w:sz="4" w:space="4" w:color="auto"/>
      </w:pBdr>
      <w:shd w:val="clear" w:color="auto" w:fill="FFFFFF"/>
      <w:suppressAutoHyphens/>
      <w:spacing w:before="180" w:after="180"/>
      <w:ind w:left="720" w:right="720"/>
    </w:pPr>
    <w:rPr>
      <w:sz w:val="20"/>
    </w:rPr>
  </w:style>
  <w:style w:type="character" w:customStyle="1" w:styleId="InformationBoxPACKTChar">
    <w:name w:val="Information Box [PACKT] Char"/>
    <w:link w:val="InformationBoxPACKT"/>
    <w:uiPriority w:val="99"/>
    <w:rsid w:val="00733D2A"/>
    <w:rPr>
      <w:rFonts w:ascii="Calibri" w:eastAsia="Times New Roman" w:hAnsi="Calibri" w:cs="Times New Roman"/>
      <w:sz w:val="20"/>
      <w:szCs w:val="24"/>
      <w:shd w:val="clear" w:color="auto" w:fill="FFFFFF"/>
      <w:lang w:val="en-US"/>
    </w:rPr>
  </w:style>
  <w:style w:type="paragraph" w:customStyle="1" w:styleId="BulletWithinInformationBoxPACKT">
    <w:name w:val="Bullet Within Information Box [PACKT]"/>
    <w:basedOn w:val="InformationBoxPACKT"/>
    <w:uiPriority w:val="99"/>
    <w:qFormat/>
    <w:locked/>
    <w:rsid w:val="00733D2A"/>
    <w:pPr>
      <w:numPr>
        <w:numId w:val="21"/>
      </w:numPr>
      <w:spacing w:before="0" w:after="20"/>
      <w:ind w:left="1434" w:hanging="357"/>
    </w:pPr>
  </w:style>
  <w:style w:type="paragraph" w:customStyle="1" w:styleId="BulletWithinInformationBoxEndPACKT">
    <w:name w:val="Bullet Within Information Box End [PACKT]"/>
    <w:basedOn w:val="BulletWithinInformationBoxPACKT"/>
    <w:uiPriority w:val="99"/>
    <w:qFormat/>
    <w:rsid w:val="00733D2A"/>
    <w:pPr>
      <w:spacing w:after="60"/>
    </w:pPr>
  </w:style>
  <w:style w:type="paragraph" w:customStyle="1" w:styleId="BulletWithinTableColumnContentPACKT">
    <w:name w:val="Bullet Within Table Column Content [PACKT]"/>
    <w:basedOn w:val="BulletPACKT"/>
    <w:uiPriority w:val="99"/>
    <w:qFormat/>
    <w:rsid w:val="00733D2A"/>
    <w:pPr>
      <w:ind w:left="431" w:right="74"/>
    </w:pPr>
    <w:rPr>
      <w:sz w:val="20"/>
      <w:lang w:eastAsia="ar-SA"/>
    </w:rPr>
  </w:style>
  <w:style w:type="paragraph" w:customStyle="1" w:styleId="BulletWithinTableColumnContentEndPACKT">
    <w:name w:val="Bullet Within Table Column Content End [PACKT]"/>
    <w:basedOn w:val="BulletWithinTableColumnContentPACKT"/>
    <w:uiPriority w:val="99"/>
    <w:qFormat/>
    <w:rsid w:val="00733D2A"/>
    <w:pPr>
      <w:spacing w:after="120"/>
    </w:pPr>
  </w:style>
  <w:style w:type="paragraph" w:customStyle="1" w:styleId="BulletWithinTipPACKT">
    <w:name w:val="Bullet Within Tip [PACKT]"/>
    <w:basedOn w:val="BulletWithinInformationBoxPACKT"/>
    <w:uiPriority w:val="99"/>
    <w:qFormat/>
    <w:rsid w:val="00733D2A"/>
    <w:pPr>
      <w:pBdr>
        <w:top w:val="double" w:sz="4" w:space="6" w:color="auto"/>
        <w:left w:val="none" w:sz="0" w:space="0" w:color="auto"/>
        <w:bottom w:val="double" w:sz="4" w:space="9" w:color="auto"/>
        <w:right w:val="none" w:sz="0" w:space="0" w:color="auto"/>
      </w:pBdr>
    </w:pPr>
  </w:style>
  <w:style w:type="paragraph" w:customStyle="1" w:styleId="BulletWithinTipEndPACKT">
    <w:name w:val="Bullet Within Tip End [PACKT]"/>
    <w:basedOn w:val="BulletWithinTipPACKT"/>
    <w:next w:val="TipPACKT"/>
    <w:uiPriority w:val="99"/>
    <w:qFormat/>
    <w:rsid w:val="00733D2A"/>
    <w:pPr>
      <w:spacing w:after="60"/>
    </w:pPr>
  </w:style>
  <w:style w:type="paragraph" w:customStyle="1" w:styleId="BulletWithoutBulletWithinBulletPACKT">
    <w:name w:val="Bullet Without Bullet Within Bullet [PACKT]"/>
    <w:basedOn w:val="BulletPACKT"/>
    <w:uiPriority w:val="99"/>
    <w:rsid w:val="00733D2A"/>
    <w:pPr>
      <w:numPr>
        <w:numId w:val="0"/>
      </w:numPr>
      <w:tabs>
        <w:tab w:val="left" w:pos="720"/>
      </w:tabs>
      <w:autoSpaceDE w:val="0"/>
      <w:autoSpaceDN w:val="0"/>
      <w:adjustRightInd w:val="0"/>
      <w:ind w:left="720"/>
      <w:textAlignment w:val="center"/>
    </w:pPr>
    <w:rPr>
      <w:rFonts w:cs="Book Antiqua"/>
      <w:color w:val="000000"/>
      <w:szCs w:val="21"/>
    </w:rPr>
  </w:style>
  <w:style w:type="paragraph" w:customStyle="1" w:styleId="BulletWithoutBulletWithinBulletEndPACKT">
    <w:name w:val="Bullet Without Bullet Within Bullet End [PACKT]"/>
    <w:basedOn w:val="BulletWithoutBulletWithinBulletPACKT"/>
    <w:next w:val="BulletPACKT"/>
    <w:uiPriority w:val="99"/>
    <w:rsid w:val="00733D2A"/>
    <w:pPr>
      <w:spacing w:after="120"/>
    </w:pPr>
  </w:style>
  <w:style w:type="paragraph" w:customStyle="1" w:styleId="BulletWithoutBulletWithinNestedBulletPACKT">
    <w:name w:val="Bullet Without Bullet Within Nested Bullet [PACKT]"/>
    <w:basedOn w:val="BulletWithoutBulletWithinBulletPACKT"/>
    <w:uiPriority w:val="99"/>
    <w:rsid w:val="00733D2A"/>
    <w:pPr>
      <w:ind w:left="1440"/>
    </w:pPr>
  </w:style>
  <w:style w:type="paragraph" w:customStyle="1" w:styleId="BulletWithoutBulletWithinNestedBulletEndPACKT">
    <w:name w:val="Bullet Without Bullet Within Nested Bullet End [PACKT]"/>
    <w:basedOn w:val="BulletWithoutBulletWithinNestedBulletPACKT"/>
    <w:next w:val="BulletWithinBulletPACKT"/>
    <w:uiPriority w:val="99"/>
    <w:rsid w:val="00733D2A"/>
    <w:pPr>
      <w:spacing w:after="120"/>
    </w:pPr>
  </w:style>
  <w:style w:type="paragraph" w:customStyle="1" w:styleId="CenterPACKT">
    <w:name w:val="Center [PACKT]"/>
    <w:basedOn w:val="NormalPACKT"/>
    <w:rsid w:val="00733D2A"/>
    <w:pPr>
      <w:jc w:val="center"/>
    </w:pPr>
  </w:style>
  <w:style w:type="paragraph" w:customStyle="1" w:styleId="CenterWithinBulletPACKT">
    <w:name w:val="Center Within Bullet [PACKT]"/>
    <w:basedOn w:val="BulletWithoutBulletWithinBulletPACKT"/>
    <w:rsid w:val="00733D2A"/>
    <w:pPr>
      <w:jc w:val="center"/>
    </w:pPr>
  </w:style>
  <w:style w:type="paragraph" w:customStyle="1" w:styleId="ChapterNumberPACKT">
    <w:name w:val="Chapter Number (PACKT)"/>
    <w:qFormat/>
    <w:rsid w:val="00733D2A"/>
    <w:pPr>
      <w:jc w:val="center"/>
    </w:pPr>
    <w:rPr>
      <w:rFonts w:ascii="Segoe UI" w:hAnsi="Segoe UI" w:cs="Segoe UI"/>
      <w:color w:val="000000" w:themeColor="text1"/>
      <w:sz w:val="144"/>
      <w:szCs w:val="144"/>
    </w:rPr>
  </w:style>
  <w:style w:type="paragraph" w:customStyle="1" w:styleId="ChapterNumberPACKT0">
    <w:name w:val="Chapter Number [PACKT]"/>
    <w:next w:val="Normal"/>
    <w:locked/>
    <w:rsid w:val="00733D2A"/>
    <w:pPr>
      <w:spacing w:after="200" w:line="240" w:lineRule="auto"/>
      <w:jc w:val="right"/>
    </w:pPr>
    <w:rPr>
      <w:rFonts w:ascii="Arial" w:eastAsia="Times New Roman" w:hAnsi="Arial" w:cs="Arial"/>
      <w:bCs/>
      <w:color w:val="000000"/>
      <w:kern w:val="32"/>
      <w:sz w:val="120"/>
      <w:szCs w:val="32"/>
      <w:lang w:val="en-GB"/>
    </w:rPr>
  </w:style>
  <w:style w:type="paragraph" w:customStyle="1" w:styleId="ChapterTitlePACKT">
    <w:name w:val="Chapter Title [PACKT]"/>
    <w:next w:val="NormalPACKT"/>
    <w:uiPriority w:val="99"/>
    <w:locked/>
    <w:rsid w:val="00733D2A"/>
    <w:pPr>
      <w:spacing w:after="840" w:line="240" w:lineRule="auto"/>
      <w:jc w:val="right"/>
    </w:pPr>
    <w:rPr>
      <w:rFonts w:ascii="Arial" w:eastAsia="Times New Roman" w:hAnsi="Arial" w:cs="Arial"/>
      <w:bCs/>
      <w:color w:val="000000"/>
      <w:kern w:val="32"/>
      <w:sz w:val="56"/>
      <w:szCs w:val="32"/>
      <w:lang w:val="en-GB"/>
    </w:rPr>
  </w:style>
  <w:style w:type="character" w:customStyle="1" w:styleId="ChapterrefPACKT">
    <w:name w:val="Chapterref [PACKT]"/>
    <w:uiPriority w:val="99"/>
    <w:locked/>
    <w:rsid w:val="00733D2A"/>
    <w:rPr>
      <w:rFonts w:ascii="Times New Roman" w:hAnsi="Times New Roman"/>
      <w:i/>
      <w:dstrike w:val="0"/>
      <w:color w:val="808000"/>
      <w:sz w:val="22"/>
      <w:szCs w:val="22"/>
      <w:u w:val="none"/>
      <w:vertAlign w:val="baseline"/>
    </w:rPr>
  </w:style>
  <w:style w:type="paragraph" w:customStyle="1" w:styleId="CodePACKT">
    <w:name w:val="Code [PACKT]"/>
    <w:basedOn w:val="NormalPACKT"/>
    <w:uiPriority w:val="99"/>
    <w:locked/>
    <w:rsid w:val="00733D2A"/>
    <w:pPr>
      <w:spacing w:after="50"/>
      <w:ind w:left="357"/>
    </w:pPr>
    <w:rPr>
      <w:rFonts w:ascii="Consolas" w:hAnsi="Consolas"/>
      <w:sz w:val="19"/>
      <w:szCs w:val="18"/>
      <w:lang w:eastAsia="ar-SA"/>
    </w:rPr>
  </w:style>
  <w:style w:type="paragraph" w:customStyle="1" w:styleId="CodeEndPACKT">
    <w:name w:val="Code End [PACKT]"/>
    <w:basedOn w:val="CodePACKT"/>
    <w:next w:val="NormalPACKT"/>
    <w:uiPriority w:val="99"/>
    <w:locked/>
    <w:rsid w:val="00733D2A"/>
    <w:pPr>
      <w:spacing w:after="120"/>
    </w:pPr>
  </w:style>
  <w:style w:type="character" w:customStyle="1" w:styleId="CodeHighlightedPACKT">
    <w:name w:val="Code Highlighted [PACKT]"/>
    <w:uiPriority w:val="99"/>
    <w:qFormat/>
    <w:rsid w:val="00733D2A"/>
    <w:rPr>
      <w:rFonts w:ascii="Consolas" w:hAnsi="Consolas"/>
      <w:b/>
      <w:color w:val="747959"/>
      <w:sz w:val="19"/>
      <w:szCs w:val="18"/>
    </w:rPr>
  </w:style>
  <w:style w:type="character" w:customStyle="1" w:styleId="CodeInTextPACKT">
    <w:name w:val="Code In Text [PACKT]"/>
    <w:uiPriority w:val="99"/>
    <w:locked/>
    <w:rsid w:val="00733D2A"/>
    <w:rPr>
      <w:rFonts w:ascii="Consolas" w:hAnsi="Consolas"/>
      <w:color w:val="747959"/>
      <w:sz w:val="19"/>
      <w:szCs w:val="18"/>
    </w:rPr>
  </w:style>
  <w:style w:type="paragraph" w:customStyle="1" w:styleId="CodeWithinBulletsPACKT">
    <w:name w:val="Code Within Bullets [PACKT]"/>
    <w:basedOn w:val="CodePACKT"/>
    <w:uiPriority w:val="99"/>
    <w:locked/>
    <w:rsid w:val="00733D2A"/>
    <w:pPr>
      <w:ind w:left="1077"/>
    </w:pPr>
    <w:rPr>
      <w:szCs w:val="20"/>
    </w:rPr>
  </w:style>
  <w:style w:type="paragraph" w:customStyle="1" w:styleId="CodeWithinBulletsEndPACKT">
    <w:name w:val="Code Within Bullets End [PACKT]"/>
    <w:basedOn w:val="CodeWithinBulletsPACKT"/>
    <w:uiPriority w:val="99"/>
    <w:locked/>
    <w:rsid w:val="00733D2A"/>
    <w:pPr>
      <w:spacing w:after="120"/>
    </w:pPr>
  </w:style>
  <w:style w:type="paragraph" w:customStyle="1" w:styleId="CodeWithinTipPACKT">
    <w:name w:val="Code Within Tip [PACKT]"/>
    <w:basedOn w:val="CodeWithinInformationBoxPACKT"/>
    <w:uiPriority w:val="99"/>
    <w:qFormat/>
    <w:rsid w:val="00733D2A"/>
    <w:pPr>
      <w:pBdr>
        <w:top w:val="double" w:sz="4" w:space="6" w:color="auto"/>
        <w:left w:val="none" w:sz="0" w:space="0" w:color="auto"/>
        <w:bottom w:val="double" w:sz="4" w:space="9" w:color="auto"/>
        <w:right w:val="none" w:sz="0" w:space="0" w:color="auto"/>
      </w:pBdr>
    </w:pPr>
  </w:style>
  <w:style w:type="paragraph" w:customStyle="1" w:styleId="CodeWithinInformationBoxPACKT">
    <w:name w:val="Code Within Information Box [PACKT]"/>
    <w:basedOn w:val="InformationBoxPACKT"/>
    <w:uiPriority w:val="99"/>
    <w:qFormat/>
    <w:rsid w:val="00733D2A"/>
    <w:pPr>
      <w:spacing w:before="0" w:after="50"/>
    </w:pPr>
    <w:rPr>
      <w:rFonts w:ascii="Consolas" w:hAnsi="Consolas"/>
      <w:sz w:val="18"/>
    </w:rPr>
  </w:style>
  <w:style w:type="paragraph" w:customStyle="1" w:styleId="CodeWithinInformationBoxEndPACKT">
    <w:name w:val="Code Within Information Box End [PACKT]"/>
    <w:basedOn w:val="CodeWithinInformationBoxPACKT"/>
    <w:next w:val="InformationBoxPACKT"/>
    <w:qFormat/>
    <w:rsid w:val="00733D2A"/>
    <w:pPr>
      <w:spacing w:after="120"/>
    </w:pPr>
  </w:style>
  <w:style w:type="paragraph" w:customStyle="1" w:styleId="CodeWithinTipEndPACKT">
    <w:name w:val="Code Within Tip End [PACKT]"/>
    <w:basedOn w:val="CodeWithinTipPACKT"/>
    <w:next w:val="TipPACKT"/>
    <w:uiPriority w:val="99"/>
    <w:qFormat/>
    <w:rsid w:val="00733D2A"/>
    <w:pPr>
      <w:spacing w:after="120"/>
    </w:pPr>
  </w:style>
  <w:style w:type="paragraph" w:customStyle="1" w:styleId="CodeWithinTableColumnContentPACKT">
    <w:name w:val="Code Within Table Column Content [PACKT]"/>
    <w:basedOn w:val="CodeWithinInformationBoxPACKT"/>
    <w:uiPriority w:val="99"/>
    <w:qFormat/>
    <w:rsid w:val="00733D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215" w:right="74"/>
    </w:pPr>
  </w:style>
  <w:style w:type="paragraph" w:customStyle="1" w:styleId="CodeWithinTableColumnContentEndPACKT">
    <w:name w:val="Code Within Table Column Content End [PACKT]"/>
    <w:basedOn w:val="CodeWithinTableColumnContentPACKT"/>
    <w:next w:val="TableColumnContentPACKT"/>
    <w:uiPriority w:val="99"/>
    <w:qFormat/>
    <w:rsid w:val="00733D2A"/>
    <w:pPr>
      <w:spacing w:after="120"/>
    </w:pPr>
  </w:style>
  <w:style w:type="paragraph" w:customStyle="1" w:styleId="CommandLinePACKT">
    <w:name w:val="Command Line [PACKT]"/>
    <w:basedOn w:val="CodePACKT"/>
    <w:uiPriority w:val="99"/>
    <w:qFormat/>
    <w:locked/>
    <w:rsid w:val="00733D2A"/>
    <w:pPr>
      <w:ind w:left="0"/>
    </w:pPr>
  </w:style>
  <w:style w:type="paragraph" w:customStyle="1" w:styleId="CommandLineEndPACKT">
    <w:name w:val="Command Line End [PACKT]"/>
    <w:basedOn w:val="CommandLinePACKT"/>
    <w:next w:val="NormalPACKT"/>
    <w:uiPriority w:val="99"/>
    <w:locked/>
    <w:rsid w:val="00733D2A"/>
    <w:pPr>
      <w:spacing w:after="120"/>
    </w:pPr>
    <w:rPr>
      <w:bCs/>
      <w:noProof/>
      <w:szCs w:val="20"/>
      <w:lang w:eastAsia="en-US"/>
    </w:rPr>
  </w:style>
  <w:style w:type="paragraph" w:customStyle="1" w:styleId="CommandLineWithinBulletPACKT">
    <w:name w:val="Command Line Within Bullet [PACKT]"/>
    <w:basedOn w:val="CommandLinePACKT"/>
    <w:uiPriority w:val="99"/>
    <w:qFormat/>
    <w:rsid w:val="00733D2A"/>
    <w:pPr>
      <w:ind w:left="720"/>
    </w:pPr>
  </w:style>
  <w:style w:type="paragraph" w:customStyle="1" w:styleId="CommandLineWithinBulletEndPACKT">
    <w:name w:val="Command Line Within Bullet End [PACKT]"/>
    <w:basedOn w:val="CommandLineWithinBulletPACKT"/>
    <w:next w:val="BulletPACKT"/>
    <w:uiPriority w:val="99"/>
    <w:qFormat/>
    <w:rsid w:val="00733D2A"/>
    <w:pPr>
      <w:spacing w:after="120"/>
    </w:pPr>
  </w:style>
  <w:style w:type="paragraph" w:customStyle="1" w:styleId="CommandLineWithinTipPACKT">
    <w:name w:val="Command Line Within Tip [PACKT]"/>
    <w:basedOn w:val="CommandLinePACKT"/>
    <w:uiPriority w:val="99"/>
    <w:qFormat/>
    <w:rsid w:val="00733D2A"/>
    <w:pPr>
      <w:pBdr>
        <w:top w:val="double" w:sz="4" w:space="6" w:color="auto"/>
        <w:bottom w:val="double" w:sz="4" w:space="9" w:color="auto"/>
      </w:pBdr>
      <w:ind w:left="720" w:right="720"/>
    </w:pPr>
    <w:rPr>
      <w:sz w:val="18"/>
    </w:rPr>
  </w:style>
  <w:style w:type="paragraph" w:customStyle="1" w:styleId="CommandLineWithinInformationBoxPACKT">
    <w:name w:val="Command Line Within Information Box [PACKT]"/>
    <w:basedOn w:val="CodeWithinInformationBoxPACKT"/>
    <w:uiPriority w:val="99"/>
    <w:qFormat/>
    <w:rsid w:val="00733D2A"/>
  </w:style>
  <w:style w:type="paragraph" w:customStyle="1" w:styleId="CommandLineWithinInformationBoxEndPACKT">
    <w:name w:val="Command Line Within Information Box End [PACKT]"/>
    <w:basedOn w:val="CommandLineWithinInformationBoxPACKT"/>
    <w:next w:val="InformationBoxPACKT"/>
    <w:uiPriority w:val="99"/>
    <w:qFormat/>
    <w:rsid w:val="00733D2A"/>
    <w:pPr>
      <w:spacing w:after="120"/>
    </w:pPr>
  </w:style>
  <w:style w:type="paragraph" w:customStyle="1" w:styleId="CommandLineWithinTableColumnContentPACKT">
    <w:name w:val="Command Line Within Table Column Content [PACKT]"/>
    <w:basedOn w:val="CommandLineWithinInformationBoxPACKT"/>
    <w:uiPriority w:val="99"/>
    <w:qFormat/>
    <w:rsid w:val="00733D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74" w:right="74"/>
    </w:pPr>
  </w:style>
  <w:style w:type="paragraph" w:customStyle="1" w:styleId="CommandLineWithinTableColumnContentEndPACKT">
    <w:name w:val="Command Line Within Table Column Content End [PACKT]"/>
    <w:basedOn w:val="CommandLineWithinTableColumnContentPACKT"/>
    <w:next w:val="TableColumnContentPACKT"/>
    <w:qFormat/>
    <w:rsid w:val="00733D2A"/>
    <w:pPr>
      <w:spacing w:after="120"/>
    </w:pPr>
  </w:style>
  <w:style w:type="paragraph" w:customStyle="1" w:styleId="CommandLineWithinTipEndPACKT">
    <w:name w:val="Command Line Within Tip End [PACKT]"/>
    <w:basedOn w:val="CommandLineWithinTipPACKT"/>
    <w:next w:val="TableofAuthorities"/>
    <w:uiPriority w:val="99"/>
    <w:qFormat/>
    <w:rsid w:val="00733D2A"/>
    <w:pPr>
      <w:spacing w:after="120"/>
    </w:pPr>
  </w:style>
  <w:style w:type="character" w:styleId="CommentReference">
    <w:name w:val="annotation reference"/>
    <w:uiPriority w:val="99"/>
    <w:unhideWhenUsed/>
    <w:rsid w:val="00733D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3D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3D2A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3D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3D2A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customStyle="1" w:styleId="Compact">
    <w:name w:val="Compact"/>
    <w:basedOn w:val="Normal"/>
    <w:rsid w:val="00733D2A"/>
    <w:pPr>
      <w:spacing w:before="36" w:after="36"/>
    </w:pPr>
  </w:style>
  <w:style w:type="paragraph" w:styleId="Date">
    <w:name w:val="Date"/>
    <w:link w:val="DateChar"/>
    <w:rsid w:val="00733D2A"/>
    <w:pPr>
      <w:keepNext/>
      <w:keepLines/>
      <w:suppressAutoHyphens/>
      <w:spacing w:after="200" w:line="240" w:lineRule="auto"/>
      <w:jc w:val="center"/>
    </w:pPr>
    <w:rPr>
      <w:rFonts w:ascii="Cambria" w:eastAsia="SimSun" w:hAnsi="Cambria" w:cs="Cambria"/>
      <w:sz w:val="24"/>
      <w:szCs w:val="24"/>
      <w:lang w:val="en-US" w:eastAsia="ar-SA"/>
    </w:rPr>
  </w:style>
  <w:style w:type="character" w:customStyle="1" w:styleId="DateChar">
    <w:name w:val="Date Char"/>
    <w:basedOn w:val="DefaultParagraphFont"/>
    <w:link w:val="Date"/>
    <w:rsid w:val="00733D2A"/>
    <w:rPr>
      <w:rFonts w:ascii="Cambria" w:eastAsia="SimSun" w:hAnsi="Cambria" w:cs="Cambria"/>
      <w:sz w:val="24"/>
      <w:szCs w:val="24"/>
      <w:lang w:val="en-US" w:eastAsia="ar-SA"/>
    </w:rPr>
  </w:style>
  <w:style w:type="paragraph" w:customStyle="1" w:styleId="Definition">
    <w:name w:val="Definition"/>
    <w:basedOn w:val="Normal"/>
    <w:rsid w:val="00733D2A"/>
  </w:style>
  <w:style w:type="paragraph" w:customStyle="1" w:styleId="DefinitionTerm">
    <w:name w:val="Definition Term"/>
    <w:basedOn w:val="Normal"/>
    <w:rsid w:val="00733D2A"/>
    <w:pPr>
      <w:keepNext/>
      <w:keepLines/>
      <w:spacing w:after="0"/>
    </w:pPr>
    <w:rPr>
      <w:b/>
    </w:rPr>
  </w:style>
  <w:style w:type="character" w:customStyle="1" w:styleId="EmailPACKT">
    <w:name w:val="Email [PACKT]"/>
    <w:uiPriority w:val="99"/>
    <w:qFormat/>
    <w:locked/>
    <w:rsid w:val="00733D2A"/>
    <w:rPr>
      <w:rFonts w:ascii="Lucida Console" w:hAnsi="Lucida Console"/>
      <w:color w:val="FF6600"/>
      <w:sz w:val="19"/>
      <w:szCs w:val="18"/>
    </w:rPr>
  </w:style>
  <w:style w:type="paragraph" w:customStyle="1" w:styleId="FigurePACKT">
    <w:name w:val="Figure [PACKT]"/>
    <w:basedOn w:val="NormalPACKT"/>
    <w:uiPriority w:val="99"/>
    <w:locked/>
    <w:rsid w:val="00733D2A"/>
    <w:pPr>
      <w:spacing w:before="240" w:after="240"/>
      <w:jc w:val="center"/>
    </w:pPr>
    <w:rPr>
      <w:rFonts w:ascii="Tahoma" w:hAnsi="Tahoma" w:cs="Tahoma"/>
      <w:sz w:val="16"/>
      <w:szCs w:val="16"/>
      <w:lang w:val="en-GB"/>
    </w:rPr>
  </w:style>
  <w:style w:type="paragraph" w:customStyle="1" w:styleId="FigureCaptionPACKT">
    <w:name w:val="Figure Caption [PACKT]"/>
    <w:basedOn w:val="FigurePACKT"/>
    <w:uiPriority w:val="99"/>
    <w:qFormat/>
    <w:rsid w:val="00733D2A"/>
    <w:pPr>
      <w:spacing w:before="0" w:after="120"/>
    </w:pPr>
    <w:rPr>
      <w:rFonts w:ascii="Times New Roman" w:hAnsi="Times New Roman"/>
    </w:rPr>
  </w:style>
  <w:style w:type="paragraph" w:customStyle="1" w:styleId="FigureWithinBulletPACKT">
    <w:name w:val="Figure Within Bullet [PACKT]"/>
    <w:basedOn w:val="FigurePACKT"/>
    <w:uiPriority w:val="99"/>
    <w:qFormat/>
    <w:rsid w:val="00733D2A"/>
    <w:pPr>
      <w:ind w:left="720"/>
    </w:pPr>
  </w:style>
  <w:style w:type="paragraph" w:customStyle="1" w:styleId="FigureWithinInformationBoxPACKT">
    <w:name w:val="Figure Within Information Box [PACKT]"/>
    <w:basedOn w:val="InformationBoxPACKT"/>
    <w:qFormat/>
    <w:rsid w:val="00733D2A"/>
    <w:pPr>
      <w:spacing w:before="0" w:after="240"/>
      <w:jc w:val="center"/>
    </w:pPr>
    <w:rPr>
      <w:sz w:val="16"/>
    </w:rPr>
  </w:style>
  <w:style w:type="paragraph" w:customStyle="1" w:styleId="FigureWithinTableContentPACKT">
    <w:name w:val="Figure Within Table Content [PACKT]"/>
    <w:basedOn w:val="TableColumnContentPACKT"/>
    <w:uiPriority w:val="99"/>
    <w:qFormat/>
    <w:rsid w:val="00733D2A"/>
    <w:pPr>
      <w:spacing w:after="120"/>
      <w:jc w:val="center"/>
    </w:pPr>
    <w:rPr>
      <w:sz w:val="16"/>
    </w:rPr>
  </w:style>
  <w:style w:type="paragraph" w:customStyle="1" w:styleId="FigureWithinTipPACKT">
    <w:name w:val="Figure Within Tip [PACKT]"/>
    <w:basedOn w:val="FigureWithinInformationBoxPACKT"/>
    <w:uiPriority w:val="99"/>
    <w:qFormat/>
    <w:rsid w:val="00733D2A"/>
    <w:pPr>
      <w:pBdr>
        <w:top w:val="double" w:sz="4" w:space="6" w:color="auto"/>
        <w:left w:val="none" w:sz="0" w:space="0" w:color="auto"/>
        <w:bottom w:val="double" w:sz="4" w:space="9" w:color="auto"/>
        <w:right w:val="none" w:sz="0" w:space="0" w:color="auto"/>
      </w:pBdr>
    </w:pPr>
  </w:style>
  <w:style w:type="paragraph" w:customStyle="1" w:styleId="FramePACKT">
    <w:name w:val="Frame (PACKT)"/>
    <w:next w:val="Normal"/>
    <w:qFormat/>
    <w:rsid w:val="00733D2A"/>
    <w:pPr>
      <w:spacing w:after="0" w:line="240" w:lineRule="auto"/>
    </w:pPr>
    <w:rPr>
      <w:rFonts w:ascii="Segoe UI" w:hAnsi="Segoe UI"/>
      <w:noProof/>
      <w:sz w:val="2"/>
    </w:rPr>
  </w:style>
  <w:style w:type="paragraph" w:customStyle="1" w:styleId="FramePACKT0">
    <w:name w:val="Frame [PACKT]"/>
    <w:basedOn w:val="Normal"/>
    <w:rsid w:val="00733D2A"/>
    <w:pPr>
      <w:spacing w:after="0"/>
      <w:jc w:val="center"/>
    </w:pPr>
    <w:rPr>
      <w:noProof/>
      <w:sz w:val="2"/>
    </w:rPr>
  </w:style>
  <w:style w:type="paragraph" w:customStyle="1" w:styleId="SHCodePACKT">
    <w:name w:val="SHCode [PACKT]"/>
    <w:basedOn w:val="CodePACKT"/>
    <w:rsid w:val="00733D2A"/>
    <w:pPr>
      <w:pBdr>
        <w:top w:val="single" w:sz="4" w:space="4" w:color="FAFAFA"/>
        <w:left w:val="single" w:sz="4" w:space="8" w:color="FAFAFA"/>
        <w:bottom w:val="single" w:sz="4" w:space="4" w:color="FAFAFA"/>
        <w:right w:val="single" w:sz="4" w:space="8" w:color="FAFAFA"/>
      </w:pBdr>
      <w:shd w:val="clear" w:color="auto" w:fill="FAFAFA"/>
      <w:spacing w:after="30"/>
      <w:ind w:left="160" w:right="160"/>
    </w:pPr>
    <w:rPr>
      <w:color w:val="383A42"/>
      <w:sz w:val="20"/>
    </w:rPr>
  </w:style>
  <w:style w:type="paragraph" w:customStyle="1" w:styleId="hljs">
    <w:name w:val="hljs"/>
    <w:basedOn w:val="SHCodePACKT"/>
    <w:rsid w:val="00733D2A"/>
    <w:pPr>
      <w:spacing w:before="100" w:beforeAutospacing="1" w:after="100" w:afterAutospacing="1"/>
    </w:pPr>
    <w:rPr>
      <w:rFonts w:ascii="Times New Roman" w:eastAsiaTheme="minorEastAsia" w:hAnsi="Times New Roman"/>
    </w:rPr>
  </w:style>
  <w:style w:type="character" w:customStyle="1" w:styleId="hljs-addition">
    <w:name w:val="hljs-addition"/>
    <w:basedOn w:val="DefaultParagraphFont"/>
    <w:rsid w:val="00733D2A"/>
    <w:rPr>
      <w:color w:val="50A14F"/>
    </w:rPr>
  </w:style>
  <w:style w:type="character" w:customStyle="1" w:styleId="hljs-addition-slc">
    <w:name w:val="hljs-addition-slc"/>
    <w:basedOn w:val="hljs-addition"/>
    <w:rsid w:val="00733D2A"/>
    <w:rPr>
      <w:b/>
      <w:bCs/>
      <w:color w:val="50A14F"/>
      <w:sz w:val="20"/>
      <w:shd w:val="clear" w:color="auto" w:fill="D4D4D4"/>
    </w:rPr>
  </w:style>
  <w:style w:type="character" w:customStyle="1" w:styleId="hljs-attr">
    <w:name w:val="hljs-attr"/>
    <w:basedOn w:val="DefaultParagraphFont"/>
    <w:rsid w:val="00733D2A"/>
    <w:rPr>
      <w:color w:val="986801"/>
    </w:rPr>
  </w:style>
  <w:style w:type="character" w:customStyle="1" w:styleId="hljs-attribute">
    <w:name w:val="hljs-attribute"/>
    <w:basedOn w:val="DefaultParagraphFont"/>
    <w:rsid w:val="00733D2A"/>
    <w:rPr>
      <w:color w:val="50A14F"/>
    </w:rPr>
  </w:style>
  <w:style w:type="character" w:customStyle="1" w:styleId="hljs-attribute-slc">
    <w:name w:val="hljs-attribute-slc"/>
    <w:basedOn w:val="hljs-attribute"/>
    <w:rsid w:val="00733D2A"/>
    <w:rPr>
      <w:b/>
      <w:bCs/>
      <w:color w:val="50A14F"/>
      <w:sz w:val="20"/>
      <w:shd w:val="clear" w:color="auto" w:fill="D4D4D4"/>
    </w:rPr>
  </w:style>
  <w:style w:type="character" w:customStyle="1" w:styleId="hljs-attr-slc">
    <w:name w:val="hljs-attr-slc"/>
    <w:basedOn w:val="hljs-attr"/>
    <w:rsid w:val="00733D2A"/>
    <w:rPr>
      <w:b/>
      <w:bCs/>
      <w:color w:val="986801"/>
      <w:sz w:val="20"/>
      <w:shd w:val="clear" w:color="auto" w:fill="D4D4D4"/>
    </w:rPr>
  </w:style>
  <w:style w:type="character" w:customStyle="1" w:styleId="hljs-builtin">
    <w:name w:val="hljs-built_in"/>
    <w:basedOn w:val="DefaultParagraphFont"/>
    <w:rsid w:val="00733D2A"/>
    <w:rPr>
      <w:color w:val="C18401"/>
    </w:rPr>
  </w:style>
  <w:style w:type="character" w:customStyle="1" w:styleId="hljs-builtin-slc">
    <w:name w:val="hljs-built_in-slc"/>
    <w:basedOn w:val="hljs-builtin"/>
    <w:rsid w:val="00733D2A"/>
    <w:rPr>
      <w:b/>
      <w:bCs/>
      <w:color w:val="C18401"/>
      <w:sz w:val="20"/>
      <w:shd w:val="clear" w:color="auto" w:fill="D4D4D4"/>
    </w:rPr>
  </w:style>
  <w:style w:type="character" w:customStyle="1" w:styleId="hljs-builtin-name">
    <w:name w:val="hljs-builtin-name"/>
    <w:basedOn w:val="DefaultParagraphFont"/>
    <w:rsid w:val="00733D2A"/>
  </w:style>
  <w:style w:type="character" w:customStyle="1" w:styleId="hljs-builtin-name-slc">
    <w:name w:val="hljs-builtin-name-slc"/>
    <w:basedOn w:val="hljs-builtin-name"/>
    <w:rsid w:val="00733D2A"/>
    <w:rPr>
      <w:b/>
      <w:bCs/>
      <w:sz w:val="20"/>
      <w:shd w:val="clear" w:color="auto" w:fill="D4D4D4"/>
    </w:rPr>
  </w:style>
  <w:style w:type="character" w:customStyle="1" w:styleId="hljs-bullet">
    <w:name w:val="hljs-bullet"/>
    <w:basedOn w:val="DefaultParagraphFont"/>
    <w:rsid w:val="00733D2A"/>
    <w:rPr>
      <w:color w:val="4078F2"/>
    </w:rPr>
  </w:style>
  <w:style w:type="character" w:customStyle="1" w:styleId="hljs-bullet-slc">
    <w:name w:val="hljs-bullet-slc"/>
    <w:basedOn w:val="hljs-bullet"/>
    <w:rsid w:val="00733D2A"/>
    <w:rPr>
      <w:b/>
      <w:bCs/>
      <w:color w:val="4078F2"/>
      <w:sz w:val="20"/>
      <w:shd w:val="clear" w:color="auto" w:fill="D4D4D4"/>
    </w:rPr>
  </w:style>
  <w:style w:type="character" w:customStyle="1" w:styleId="hljs-class">
    <w:name w:val="hljs-class"/>
    <w:basedOn w:val="DefaultParagraphFont"/>
    <w:rsid w:val="00733D2A"/>
  </w:style>
  <w:style w:type="character" w:customStyle="1" w:styleId="hljs-class-slc">
    <w:name w:val="hljs-class-slc"/>
    <w:basedOn w:val="hljs-class"/>
    <w:rsid w:val="00733D2A"/>
    <w:rPr>
      <w:b/>
      <w:bCs/>
      <w:sz w:val="20"/>
      <w:shd w:val="clear" w:color="auto" w:fill="D4D4D4"/>
    </w:rPr>
  </w:style>
  <w:style w:type="character" w:customStyle="1" w:styleId="hljs-code">
    <w:name w:val="hljs-code"/>
    <w:basedOn w:val="DefaultParagraphFont"/>
    <w:rsid w:val="00733D2A"/>
  </w:style>
  <w:style w:type="character" w:customStyle="1" w:styleId="hljs-code-slc">
    <w:name w:val="hljs-code-slc"/>
    <w:basedOn w:val="hljs-code"/>
    <w:rsid w:val="00733D2A"/>
    <w:rPr>
      <w:b/>
      <w:bCs/>
      <w:sz w:val="20"/>
      <w:shd w:val="clear" w:color="auto" w:fill="D4D4D4"/>
    </w:rPr>
  </w:style>
  <w:style w:type="character" w:customStyle="1" w:styleId="hljs-comment">
    <w:name w:val="hljs-comment"/>
    <w:basedOn w:val="DefaultParagraphFont"/>
    <w:rsid w:val="00733D2A"/>
    <w:rPr>
      <w:i/>
      <w:iCs/>
      <w:color w:val="A0A1A7"/>
    </w:rPr>
  </w:style>
  <w:style w:type="character" w:customStyle="1" w:styleId="hljs-comment-slc">
    <w:name w:val="hljs-comment-slc"/>
    <w:basedOn w:val="hljs-comment"/>
    <w:rsid w:val="00733D2A"/>
    <w:rPr>
      <w:b/>
      <w:bCs/>
      <w:i/>
      <w:iCs/>
      <w:color w:val="A0A1A7"/>
      <w:sz w:val="20"/>
      <w:shd w:val="clear" w:color="auto" w:fill="D4D4D4"/>
    </w:rPr>
  </w:style>
  <w:style w:type="paragraph" w:customStyle="1" w:styleId="hljs-con">
    <w:name w:val="hljs-con"/>
    <w:basedOn w:val="Normal"/>
    <w:rsid w:val="00733D2A"/>
    <w:pPr>
      <w:shd w:val="clear" w:color="auto" w:fill="282A36"/>
      <w:spacing w:before="100" w:beforeAutospacing="1" w:after="100" w:afterAutospacing="1"/>
    </w:pPr>
    <w:rPr>
      <w:rFonts w:ascii="Times New Roman" w:eastAsiaTheme="minorEastAsia" w:hAnsi="Times New Roman"/>
      <w:color w:val="F8F8F2"/>
      <w:lang w:val="en-IN" w:eastAsia="en-IN"/>
    </w:rPr>
  </w:style>
  <w:style w:type="character" w:customStyle="1" w:styleId="hljs-con-addition">
    <w:name w:val="hljs-con-addition"/>
    <w:basedOn w:val="DefaultParagraphFont"/>
    <w:rsid w:val="00733D2A"/>
    <w:rPr>
      <w:color w:val="F1FA8C"/>
    </w:rPr>
  </w:style>
  <w:style w:type="character" w:customStyle="1" w:styleId="hljs-con-addition-slc">
    <w:name w:val="hljs-con-addition-slc"/>
    <w:basedOn w:val="DefaultParagraphFont"/>
    <w:rsid w:val="00733D2A"/>
    <w:rPr>
      <w:b/>
      <w:bCs/>
      <w:color w:val="F1FA8C"/>
      <w:shd w:val="clear" w:color="auto" w:fill="44475A"/>
    </w:rPr>
  </w:style>
  <w:style w:type="character" w:customStyle="1" w:styleId="hljs-con-attr">
    <w:name w:val="hljs-con-attr"/>
    <w:basedOn w:val="DefaultParagraphFont"/>
    <w:rsid w:val="00733D2A"/>
    <w:rPr>
      <w:color w:val="F1FA8C"/>
    </w:rPr>
  </w:style>
  <w:style w:type="character" w:customStyle="1" w:styleId="hljs-con-attribute">
    <w:name w:val="hljs-con-attribute"/>
    <w:basedOn w:val="DefaultParagraphFont"/>
    <w:rsid w:val="00733D2A"/>
    <w:rPr>
      <w:color w:val="F8F8F2"/>
      <w:shd w:val="clear" w:color="auto" w:fill="282A36"/>
    </w:rPr>
  </w:style>
  <w:style w:type="character" w:customStyle="1" w:styleId="hljs-con-attribute-slc">
    <w:name w:val="hljs-con-attribute-slc"/>
    <w:basedOn w:val="DefaultParagraphFont"/>
    <w:rsid w:val="00733D2A"/>
    <w:rPr>
      <w:b/>
      <w:bCs/>
      <w:color w:val="F8F8F2"/>
      <w:shd w:val="clear" w:color="auto" w:fill="44475A"/>
    </w:rPr>
  </w:style>
  <w:style w:type="character" w:customStyle="1" w:styleId="hljs-con-attr-slc">
    <w:name w:val="hljs-con-attr-slc"/>
    <w:basedOn w:val="DefaultParagraphFont"/>
    <w:rsid w:val="00733D2A"/>
    <w:rPr>
      <w:b/>
      <w:bCs/>
      <w:color w:val="F1FA8C"/>
      <w:shd w:val="clear" w:color="auto" w:fill="44475A"/>
    </w:rPr>
  </w:style>
  <w:style w:type="character" w:customStyle="1" w:styleId="hljs-con-builtin">
    <w:name w:val="hljs-con-built_in"/>
    <w:basedOn w:val="DefaultParagraphFont"/>
    <w:rsid w:val="00733D2A"/>
    <w:rPr>
      <w:color w:val="8BE9FD"/>
    </w:rPr>
  </w:style>
  <w:style w:type="character" w:customStyle="1" w:styleId="hljs-con-builtin-slc">
    <w:name w:val="hljs-con-built_in-slc"/>
    <w:basedOn w:val="DefaultParagraphFont"/>
    <w:rsid w:val="00733D2A"/>
    <w:rPr>
      <w:b/>
      <w:bCs/>
      <w:color w:val="8BE9FD"/>
      <w:shd w:val="clear" w:color="auto" w:fill="44475A"/>
    </w:rPr>
  </w:style>
  <w:style w:type="character" w:customStyle="1" w:styleId="hljs-con-builtin-name">
    <w:name w:val="hljs-con-builtin-name"/>
    <w:basedOn w:val="DefaultParagraphFont"/>
    <w:rsid w:val="00733D2A"/>
    <w:rPr>
      <w:color w:val="F8F8F2"/>
      <w:shd w:val="clear" w:color="auto" w:fill="282A36"/>
    </w:rPr>
  </w:style>
  <w:style w:type="character" w:customStyle="1" w:styleId="hljs-con-builtin-name-slc">
    <w:name w:val="hljs-con-builtin-name-slc"/>
    <w:basedOn w:val="DefaultParagraphFont"/>
    <w:rsid w:val="00733D2A"/>
    <w:rPr>
      <w:b/>
      <w:bCs/>
      <w:color w:val="F8F8F2"/>
      <w:shd w:val="clear" w:color="auto" w:fill="44475A"/>
    </w:rPr>
  </w:style>
  <w:style w:type="character" w:customStyle="1" w:styleId="hljs-con-bullet">
    <w:name w:val="hljs-con-bullet"/>
    <w:basedOn w:val="DefaultParagraphFont"/>
    <w:rsid w:val="00733D2A"/>
    <w:rPr>
      <w:color w:val="F1FA8C"/>
    </w:rPr>
  </w:style>
  <w:style w:type="character" w:customStyle="1" w:styleId="hljs-con-bullet-slc">
    <w:name w:val="hljs-con-bullet-slc"/>
    <w:basedOn w:val="DefaultParagraphFont"/>
    <w:rsid w:val="00733D2A"/>
    <w:rPr>
      <w:b/>
      <w:bCs/>
      <w:color w:val="F1FA8C"/>
      <w:shd w:val="clear" w:color="auto" w:fill="44475A"/>
    </w:rPr>
  </w:style>
  <w:style w:type="character" w:customStyle="1" w:styleId="hljs-con-class">
    <w:name w:val="hljs-con-class"/>
    <w:basedOn w:val="DefaultParagraphFont"/>
    <w:rsid w:val="00733D2A"/>
    <w:rPr>
      <w:color w:val="F8F8F2"/>
      <w:shd w:val="clear" w:color="auto" w:fill="282A36"/>
    </w:rPr>
  </w:style>
  <w:style w:type="character" w:customStyle="1" w:styleId="hljs-con-class-slc">
    <w:name w:val="hljs-con-class-slc"/>
    <w:basedOn w:val="DefaultParagraphFont"/>
    <w:rsid w:val="00733D2A"/>
    <w:rPr>
      <w:b/>
      <w:bCs/>
      <w:color w:val="F8F8F2"/>
      <w:shd w:val="clear" w:color="auto" w:fill="44475A"/>
    </w:rPr>
  </w:style>
  <w:style w:type="character" w:customStyle="1" w:styleId="hljs-con-code">
    <w:name w:val="hljs-con-code"/>
    <w:basedOn w:val="DefaultParagraphFont"/>
    <w:rsid w:val="00733D2A"/>
    <w:rPr>
      <w:color w:val="F8F8F2"/>
      <w:shd w:val="clear" w:color="auto" w:fill="282A36"/>
    </w:rPr>
  </w:style>
  <w:style w:type="character" w:customStyle="1" w:styleId="hljs-con-code-slc">
    <w:name w:val="hljs-con-code-slc"/>
    <w:basedOn w:val="DefaultParagraphFont"/>
    <w:rsid w:val="00733D2A"/>
    <w:rPr>
      <w:b/>
      <w:bCs/>
      <w:color w:val="F8F8F2"/>
      <w:shd w:val="clear" w:color="auto" w:fill="44475A"/>
    </w:rPr>
  </w:style>
  <w:style w:type="character" w:customStyle="1" w:styleId="hljs-con-comment">
    <w:name w:val="hljs-con-comment"/>
    <w:basedOn w:val="DefaultParagraphFont"/>
    <w:rsid w:val="00733D2A"/>
    <w:rPr>
      <w:color w:val="6272A4"/>
    </w:rPr>
  </w:style>
  <w:style w:type="character" w:customStyle="1" w:styleId="hljs-con-comment-slc">
    <w:name w:val="hljs-con-comment-slc"/>
    <w:basedOn w:val="DefaultParagraphFont"/>
    <w:rsid w:val="00733D2A"/>
    <w:rPr>
      <w:b/>
      <w:bCs/>
      <w:color w:val="6272A4"/>
      <w:shd w:val="clear" w:color="auto" w:fill="44475A"/>
    </w:rPr>
  </w:style>
  <w:style w:type="character" w:customStyle="1" w:styleId="hljs-con-constructor">
    <w:name w:val="hljs-con-constructor"/>
    <w:basedOn w:val="DefaultParagraphFont"/>
    <w:rsid w:val="00733D2A"/>
    <w:rPr>
      <w:color w:val="F8F8F2"/>
      <w:shd w:val="clear" w:color="auto" w:fill="282A36"/>
    </w:rPr>
  </w:style>
  <w:style w:type="character" w:customStyle="1" w:styleId="hljs-con-constructor-slc">
    <w:name w:val="hljs-con-constructor-slc"/>
    <w:basedOn w:val="DefaultParagraphFont"/>
    <w:rsid w:val="00733D2A"/>
    <w:rPr>
      <w:b/>
      <w:bCs/>
      <w:color w:val="F8F8F2"/>
      <w:shd w:val="clear" w:color="auto" w:fill="44475A"/>
    </w:rPr>
  </w:style>
  <w:style w:type="character" w:customStyle="1" w:styleId="hljs-con-deletion">
    <w:name w:val="hljs-con-deletion"/>
    <w:basedOn w:val="DefaultParagraphFont"/>
    <w:rsid w:val="00733D2A"/>
    <w:rPr>
      <w:color w:val="6272A4"/>
    </w:rPr>
  </w:style>
  <w:style w:type="character" w:customStyle="1" w:styleId="hljs-con-deletion-slc">
    <w:name w:val="hljs-con-deletion-slc"/>
    <w:basedOn w:val="DefaultParagraphFont"/>
    <w:rsid w:val="00733D2A"/>
    <w:rPr>
      <w:b/>
      <w:bCs/>
      <w:color w:val="6272A4"/>
      <w:shd w:val="clear" w:color="auto" w:fill="44475A"/>
    </w:rPr>
  </w:style>
  <w:style w:type="character" w:customStyle="1" w:styleId="hljs-con-doctag">
    <w:name w:val="hljs-con-doctag"/>
    <w:basedOn w:val="DefaultParagraphFont"/>
    <w:rsid w:val="00733D2A"/>
    <w:rPr>
      <w:b/>
      <w:bCs/>
    </w:rPr>
  </w:style>
  <w:style w:type="character" w:customStyle="1" w:styleId="hljs-con-doctag-slc">
    <w:name w:val="hljs-con-doctag-slc"/>
    <w:basedOn w:val="DefaultParagraphFont"/>
    <w:rsid w:val="00733D2A"/>
    <w:rPr>
      <w:b/>
      <w:bCs/>
      <w:shd w:val="clear" w:color="auto" w:fill="44475A"/>
    </w:rPr>
  </w:style>
  <w:style w:type="character" w:customStyle="1" w:styleId="hljs-con-emphasis">
    <w:name w:val="hljs-con-emphasis"/>
    <w:basedOn w:val="DefaultParagraphFont"/>
    <w:rsid w:val="00733D2A"/>
    <w:rPr>
      <w:i/>
      <w:iCs/>
    </w:rPr>
  </w:style>
  <w:style w:type="character" w:customStyle="1" w:styleId="hljs-con-emphasis-slc">
    <w:name w:val="hljs-con-emphasis-slc"/>
    <w:basedOn w:val="DefaultParagraphFont"/>
    <w:rsid w:val="00733D2A"/>
    <w:rPr>
      <w:b/>
      <w:bCs/>
      <w:i/>
      <w:iCs/>
      <w:shd w:val="clear" w:color="auto" w:fill="44475A"/>
    </w:rPr>
  </w:style>
  <w:style w:type="character" w:customStyle="1" w:styleId="hljs-con-formula">
    <w:name w:val="hljs-con-formula"/>
    <w:basedOn w:val="DefaultParagraphFont"/>
    <w:rsid w:val="00733D2A"/>
    <w:rPr>
      <w:color w:val="F8F8F2"/>
      <w:shd w:val="clear" w:color="auto" w:fill="282A36"/>
    </w:rPr>
  </w:style>
  <w:style w:type="character" w:customStyle="1" w:styleId="hljs-con-formula-slc">
    <w:name w:val="hljs-con-formula-slc"/>
    <w:basedOn w:val="DefaultParagraphFont"/>
    <w:rsid w:val="00733D2A"/>
    <w:rPr>
      <w:b/>
      <w:bCs/>
      <w:color w:val="F8F8F2"/>
      <w:shd w:val="clear" w:color="auto" w:fill="44475A"/>
    </w:rPr>
  </w:style>
  <w:style w:type="character" w:customStyle="1" w:styleId="hljs-con-function">
    <w:name w:val="hljs-con-function"/>
    <w:basedOn w:val="DefaultParagraphFont"/>
    <w:rsid w:val="00733D2A"/>
    <w:rPr>
      <w:color w:val="F8F8F2"/>
      <w:shd w:val="clear" w:color="auto" w:fill="282A36"/>
    </w:rPr>
  </w:style>
  <w:style w:type="character" w:customStyle="1" w:styleId="hljs-con-function-slc">
    <w:name w:val="hljs-con-function-slc"/>
    <w:basedOn w:val="DefaultParagraphFont"/>
    <w:rsid w:val="00733D2A"/>
    <w:rPr>
      <w:b/>
      <w:bCs/>
      <w:color w:val="F8F8F2"/>
      <w:shd w:val="clear" w:color="auto" w:fill="44475A"/>
    </w:rPr>
  </w:style>
  <w:style w:type="character" w:customStyle="1" w:styleId="hljs-con-keyword">
    <w:name w:val="hljs-con-keyword"/>
    <w:basedOn w:val="DefaultParagraphFont"/>
    <w:rsid w:val="00733D2A"/>
    <w:rPr>
      <w:b/>
      <w:bCs/>
      <w:color w:val="FF79C6"/>
    </w:rPr>
  </w:style>
  <w:style w:type="character" w:customStyle="1" w:styleId="hljs-con-keyword-slc">
    <w:name w:val="hljs-con-keyword-slc"/>
    <w:basedOn w:val="DefaultParagraphFont"/>
    <w:rsid w:val="00733D2A"/>
    <w:rPr>
      <w:b/>
      <w:bCs/>
      <w:color w:val="FF79C6"/>
      <w:shd w:val="clear" w:color="auto" w:fill="44475A"/>
    </w:rPr>
  </w:style>
  <w:style w:type="character" w:customStyle="1" w:styleId="hljs-con-link">
    <w:name w:val="hljs-con-link"/>
    <w:basedOn w:val="DefaultParagraphFont"/>
    <w:rsid w:val="00733D2A"/>
    <w:rPr>
      <w:color w:val="8BE9FD"/>
    </w:rPr>
  </w:style>
  <w:style w:type="character" w:customStyle="1" w:styleId="hljs-con-link-slc">
    <w:name w:val="hljs-con-link-slc"/>
    <w:basedOn w:val="DefaultParagraphFont"/>
    <w:rsid w:val="00733D2A"/>
    <w:rPr>
      <w:b/>
      <w:bCs/>
      <w:color w:val="8BE9FD"/>
      <w:shd w:val="clear" w:color="auto" w:fill="44475A"/>
    </w:rPr>
  </w:style>
  <w:style w:type="character" w:customStyle="1" w:styleId="hljs-con-literal">
    <w:name w:val="hljs-con-literal"/>
    <w:basedOn w:val="DefaultParagraphFont"/>
    <w:rsid w:val="00733D2A"/>
    <w:rPr>
      <w:b/>
      <w:bCs/>
      <w:color w:val="BD93F9"/>
    </w:rPr>
  </w:style>
  <w:style w:type="character" w:customStyle="1" w:styleId="hljs-con-literal-slc">
    <w:name w:val="hljs-con-literal-slc"/>
    <w:basedOn w:val="DefaultParagraphFont"/>
    <w:rsid w:val="00733D2A"/>
    <w:rPr>
      <w:b/>
      <w:bCs/>
      <w:color w:val="BD93F9"/>
      <w:shd w:val="clear" w:color="auto" w:fill="44475A"/>
    </w:rPr>
  </w:style>
  <w:style w:type="character" w:customStyle="1" w:styleId="hljs-con-meta">
    <w:name w:val="hljs-con-meta"/>
    <w:basedOn w:val="DefaultParagraphFont"/>
    <w:rsid w:val="00733D2A"/>
    <w:rPr>
      <w:b/>
      <w:color w:val="50FA7B"/>
    </w:rPr>
  </w:style>
  <w:style w:type="character" w:customStyle="1" w:styleId="hljs-con-meta-keyword">
    <w:name w:val="hljs-con-meta-keyword"/>
    <w:basedOn w:val="DefaultParagraphFont"/>
    <w:rsid w:val="00733D2A"/>
    <w:rPr>
      <w:color w:val="F8F8F2"/>
      <w:shd w:val="clear" w:color="auto" w:fill="282A36"/>
    </w:rPr>
  </w:style>
  <w:style w:type="character" w:customStyle="1" w:styleId="hljs-con-meta-keyword-slc">
    <w:name w:val="hljs-con-meta-keyword-slc"/>
    <w:basedOn w:val="DefaultParagraphFont"/>
    <w:rsid w:val="00733D2A"/>
    <w:rPr>
      <w:b/>
      <w:bCs/>
      <w:color w:val="F8F8F2"/>
      <w:shd w:val="clear" w:color="auto" w:fill="44475A"/>
    </w:rPr>
  </w:style>
  <w:style w:type="character" w:customStyle="1" w:styleId="hljs-con-meta-slc">
    <w:name w:val="hljs-con-meta-slc"/>
    <w:basedOn w:val="DefaultParagraphFont"/>
    <w:rsid w:val="00733D2A"/>
    <w:rPr>
      <w:b/>
      <w:bCs/>
      <w:color w:val="50FA7B"/>
      <w:shd w:val="clear" w:color="auto" w:fill="44475A"/>
    </w:rPr>
  </w:style>
  <w:style w:type="character" w:customStyle="1" w:styleId="hljs-con-meta-string">
    <w:name w:val="hljs-con-meta-string"/>
    <w:basedOn w:val="DefaultParagraphFont"/>
    <w:rsid w:val="00733D2A"/>
    <w:rPr>
      <w:color w:val="F8F8F2"/>
      <w:shd w:val="clear" w:color="auto" w:fill="282A36"/>
    </w:rPr>
  </w:style>
  <w:style w:type="character" w:customStyle="1" w:styleId="hljs-con-meta-string-slc">
    <w:name w:val="hljs-con-meta-string-slc"/>
    <w:basedOn w:val="DefaultParagraphFont"/>
    <w:rsid w:val="00733D2A"/>
    <w:rPr>
      <w:b/>
      <w:bCs/>
      <w:color w:val="F8F8F2"/>
      <w:shd w:val="clear" w:color="auto" w:fill="44475A"/>
    </w:rPr>
  </w:style>
  <w:style w:type="character" w:customStyle="1" w:styleId="hljs-con-module">
    <w:name w:val="hljs-con-module"/>
    <w:basedOn w:val="DefaultParagraphFont"/>
    <w:rsid w:val="00733D2A"/>
    <w:rPr>
      <w:color w:val="F8F8F2"/>
      <w:shd w:val="clear" w:color="auto" w:fill="282A36"/>
    </w:rPr>
  </w:style>
  <w:style w:type="character" w:customStyle="1" w:styleId="hljs-con-module-access">
    <w:name w:val="hljs-con-module-access"/>
    <w:basedOn w:val="DefaultParagraphFont"/>
    <w:rsid w:val="00733D2A"/>
    <w:rPr>
      <w:color w:val="F8F8F2"/>
      <w:shd w:val="clear" w:color="auto" w:fill="282A36"/>
    </w:rPr>
  </w:style>
  <w:style w:type="character" w:customStyle="1" w:styleId="hljs-con-module-access-slc">
    <w:name w:val="hljs-con-module-access-slc"/>
    <w:basedOn w:val="DefaultParagraphFont"/>
    <w:rsid w:val="00733D2A"/>
    <w:rPr>
      <w:b/>
      <w:bCs/>
      <w:color w:val="F8F8F2"/>
      <w:shd w:val="clear" w:color="auto" w:fill="44475A"/>
    </w:rPr>
  </w:style>
  <w:style w:type="character" w:customStyle="1" w:styleId="hljs-con-module-slc">
    <w:name w:val="hljs-con-module-slc"/>
    <w:basedOn w:val="DefaultParagraphFont"/>
    <w:rsid w:val="00733D2A"/>
    <w:rPr>
      <w:b/>
      <w:bCs/>
      <w:color w:val="F8F8F2"/>
      <w:shd w:val="clear" w:color="auto" w:fill="44475A"/>
    </w:rPr>
  </w:style>
  <w:style w:type="character" w:customStyle="1" w:styleId="hljs-con-name">
    <w:name w:val="hljs-con-name"/>
    <w:basedOn w:val="DefaultParagraphFont"/>
    <w:rsid w:val="00733D2A"/>
    <w:rPr>
      <w:b/>
      <w:bCs/>
      <w:color w:val="F1FA8C"/>
    </w:rPr>
  </w:style>
  <w:style w:type="character" w:customStyle="1" w:styleId="hljs-con-name-slc">
    <w:name w:val="hljs-con-name-slc"/>
    <w:basedOn w:val="DefaultParagraphFont"/>
    <w:rsid w:val="00733D2A"/>
    <w:rPr>
      <w:b/>
      <w:bCs/>
      <w:color w:val="F1FA8C"/>
      <w:shd w:val="clear" w:color="auto" w:fill="44475A"/>
    </w:rPr>
  </w:style>
  <w:style w:type="character" w:customStyle="1" w:styleId="hljs-con-number">
    <w:name w:val="hljs-con-number"/>
    <w:basedOn w:val="DefaultParagraphFont"/>
    <w:rsid w:val="00733D2A"/>
    <w:rPr>
      <w:color w:val="BD93F9"/>
    </w:rPr>
  </w:style>
  <w:style w:type="character" w:customStyle="1" w:styleId="hljs-con-number-slc">
    <w:name w:val="hljs-con-number-slc"/>
    <w:basedOn w:val="DefaultParagraphFont"/>
    <w:rsid w:val="00733D2A"/>
    <w:rPr>
      <w:b/>
      <w:bCs/>
      <w:color w:val="BD93F9"/>
      <w:shd w:val="clear" w:color="auto" w:fill="44475A"/>
    </w:rPr>
  </w:style>
  <w:style w:type="character" w:customStyle="1" w:styleId="hljs-con-operator">
    <w:name w:val="hljs-con-operator"/>
    <w:basedOn w:val="DefaultParagraphFont"/>
    <w:rsid w:val="00733D2A"/>
    <w:rPr>
      <w:color w:val="F8F8F2"/>
      <w:shd w:val="clear" w:color="auto" w:fill="282A36"/>
    </w:rPr>
  </w:style>
  <w:style w:type="character" w:customStyle="1" w:styleId="hljs-con-operator-slc">
    <w:name w:val="hljs-con-operator-slc"/>
    <w:basedOn w:val="DefaultParagraphFont"/>
    <w:rsid w:val="00733D2A"/>
    <w:rPr>
      <w:b/>
      <w:bCs/>
      <w:color w:val="F8F8F2"/>
      <w:shd w:val="clear" w:color="auto" w:fill="44475A"/>
    </w:rPr>
  </w:style>
  <w:style w:type="character" w:customStyle="1" w:styleId="hljs-con-params">
    <w:name w:val="hljs-con-params"/>
    <w:basedOn w:val="DefaultParagraphFont"/>
    <w:rsid w:val="00733D2A"/>
    <w:rPr>
      <w:color w:val="F8F8F2"/>
      <w:shd w:val="clear" w:color="auto" w:fill="282A36"/>
    </w:rPr>
  </w:style>
  <w:style w:type="character" w:customStyle="1" w:styleId="hljs-con-params-slc">
    <w:name w:val="hljs-con-params-slc"/>
    <w:basedOn w:val="DefaultParagraphFont"/>
    <w:rsid w:val="00733D2A"/>
    <w:rPr>
      <w:b/>
      <w:bCs/>
      <w:color w:val="F8F8F2"/>
      <w:shd w:val="clear" w:color="auto" w:fill="44475A"/>
    </w:rPr>
  </w:style>
  <w:style w:type="character" w:customStyle="1" w:styleId="hljs-con-pattern-match">
    <w:name w:val="hljs-con-pattern-match"/>
    <w:basedOn w:val="DefaultParagraphFont"/>
    <w:rsid w:val="00733D2A"/>
    <w:rPr>
      <w:color w:val="F8F8F2"/>
      <w:shd w:val="clear" w:color="auto" w:fill="282A36"/>
    </w:rPr>
  </w:style>
  <w:style w:type="character" w:customStyle="1" w:styleId="hljs-con-pattern-match-slc">
    <w:name w:val="hljs-con-pattern-match-slc"/>
    <w:basedOn w:val="DefaultParagraphFont"/>
    <w:rsid w:val="00733D2A"/>
    <w:rPr>
      <w:b/>
      <w:bCs/>
      <w:color w:val="F8F8F2"/>
      <w:shd w:val="clear" w:color="auto" w:fill="44475A"/>
    </w:rPr>
  </w:style>
  <w:style w:type="character" w:customStyle="1" w:styleId="hljs-con-quote">
    <w:name w:val="hljs-con-quote"/>
    <w:basedOn w:val="DefaultParagraphFont"/>
    <w:rsid w:val="00733D2A"/>
    <w:rPr>
      <w:color w:val="6272A4"/>
    </w:rPr>
  </w:style>
  <w:style w:type="character" w:customStyle="1" w:styleId="hljs-con-quote-slc">
    <w:name w:val="hljs-con-quote-slc"/>
    <w:basedOn w:val="DefaultParagraphFont"/>
    <w:rsid w:val="00733D2A"/>
    <w:rPr>
      <w:b/>
      <w:bCs/>
      <w:color w:val="6272A4"/>
      <w:shd w:val="clear" w:color="auto" w:fill="44475A"/>
    </w:rPr>
  </w:style>
  <w:style w:type="character" w:customStyle="1" w:styleId="hljs-con-regexp">
    <w:name w:val="hljs-con-regexp"/>
    <w:basedOn w:val="DefaultParagraphFont"/>
    <w:rsid w:val="00733D2A"/>
    <w:rPr>
      <w:color w:val="F8F8F2"/>
      <w:shd w:val="clear" w:color="auto" w:fill="282A36"/>
    </w:rPr>
  </w:style>
  <w:style w:type="character" w:customStyle="1" w:styleId="hljs-con-regexp-slc">
    <w:name w:val="hljs-con-regexp-slc"/>
    <w:basedOn w:val="DefaultParagraphFont"/>
    <w:rsid w:val="00733D2A"/>
    <w:rPr>
      <w:b/>
      <w:bCs/>
      <w:color w:val="F8F8F2"/>
      <w:shd w:val="clear" w:color="auto" w:fill="44475A"/>
    </w:rPr>
  </w:style>
  <w:style w:type="character" w:customStyle="1" w:styleId="hljs-con-section">
    <w:name w:val="hljs-con-section"/>
    <w:basedOn w:val="DefaultParagraphFont"/>
    <w:rsid w:val="00733D2A"/>
    <w:rPr>
      <w:b/>
      <w:bCs/>
      <w:color w:val="8BE9FD"/>
    </w:rPr>
  </w:style>
  <w:style w:type="character" w:customStyle="1" w:styleId="hljs-con-section-slc">
    <w:name w:val="hljs-con-section-slc"/>
    <w:basedOn w:val="DefaultParagraphFont"/>
    <w:rsid w:val="00733D2A"/>
    <w:rPr>
      <w:b/>
      <w:bCs/>
      <w:color w:val="8BE9FD"/>
      <w:shd w:val="clear" w:color="auto" w:fill="44475A"/>
    </w:rPr>
  </w:style>
  <w:style w:type="character" w:customStyle="1" w:styleId="hljs-con-selector-attr">
    <w:name w:val="hljs-con-selector-attr"/>
    <w:basedOn w:val="DefaultParagraphFont"/>
    <w:rsid w:val="00733D2A"/>
    <w:rPr>
      <w:color w:val="F8F8F2"/>
      <w:shd w:val="clear" w:color="auto" w:fill="282A36"/>
    </w:rPr>
  </w:style>
  <w:style w:type="character" w:customStyle="1" w:styleId="hljs-con-selector-attr-slc">
    <w:name w:val="hljs-con-selector-attr-slc"/>
    <w:basedOn w:val="DefaultParagraphFont"/>
    <w:rsid w:val="00733D2A"/>
    <w:rPr>
      <w:b/>
      <w:bCs/>
      <w:color w:val="F8F8F2"/>
      <w:shd w:val="clear" w:color="auto" w:fill="44475A"/>
    </w:rPr>
  </w:style>
  <w:style w:type="character" w:customStyle="1" w:styleId="hljs-con-selector-class">
    <w:name w:val="hljs-con-selector-class"/>
    <w:basedOn w:val="DefaultParagraphFont"/>
    <w:rsid w:val="00733D2A"/>
    <w:rPr>
      <w:color w:val="F8F8F2"/>
      <w:shd w:val="clear" w:color="auto" w:fill="282A36"/>
    </w:rPr>
  </w:style>
  <w:style w:type="character" w:customStyle="1" w:styleId="hljs-con-selector-class-slc">
    <w:name w:val="hljs-con-selector-class-slc"/>
    <w:basedOn w:val="DefaultParagraphFont"/>
    <w:rsid w:val="00733D2A"/>
    <w:rPr>
      <w:b/>
      <w:bCs/>
      <w:color w:val="F8F8F2"/>
      <w:shd w:val="clear" w:color="auto" w:fill="44475A"/>
    </w:rPr>
  </w:style>
  <w:style w:type="character" w:customStyle="1" w:styleId="hljs-con-selector-id">
    <w:name w:val="hljs-con-selector-id"/>
    <w:basedOn w:val="DefaultParagraphFont"/>
    <w:rsid w:val="00733D2A"/>
    <w:rPr>
      <w:color w:val="F8F8F2"/>
      <w:shd w:val="clear" w:color="auto" w:fill="282A36"/>
    </w:rPr>
  </w:style>
  <w:style w:type="character" w:customStyle="1" w:styleId="hljs-con-selector-id-slc">
    <w:name w:val="hljs-con-selector-id-slc"/>
    <w:basedOn w:val="DefaultParagraphFont"/>
    <w:rsid w:val="00733D2A"/>
    <w:rPr>
      <w:b/>
      <w:bCs/>
      <w:color w:val="F8F8F2"/>
      <w:shd w:val="clear" w:color="auto" w:fill="44475A"/>
    </w:rPr>
  </w:style>
  <w:style w:type="character" w:customStyle="1" w:styleId="hljs-con-selector-pseudo">
    <w:name w:val="hljs-con-selector-pseudo"/>
    <w:basedOn w:val="DefaultParagraphFont"/>
    <w:rsid w:val="00733D2A"/>
    <w:rPr>
      <w:color w:val="F8F8F2"/>
      <w:shd w:val="clear" w:color="auto" w:fill="282A36"/>
    </w:rPr>
  </w:style>
  <w:style w:type="character" w:customStyle="1" w:styleId="hljs-con-selector-pseudo-slc">
    <w:name w:val="hljs-con-selector-pseudo-slc"/>
    <w:basedOn w:val="DefaultParagraphFont"/>
    <w:rsid w:val="00733D2A"/>
    <w:rPr>
      <w:b/>
      <w:bCs/>
      <w:color w:val="F8F8F2"/>
      <w:shd w:val="clear" w:color="auto" w:fill="44475A"/>
    </w:rPr>
  </w:style>
  <w:style w:type="character" w:customStyle="1" w:styleId="hljs-con-selector-tag">
    <w:name w:val="hljs-con-selector-tag"/>
    <w:basedOn w:val="DefaultParagraphFont"/>
    <w:rsid w:val="00733D2A"/>
    <w:rPr>
      <w:b/>
      <w:bCs/>
      <w:color w:val="8BE9FD"/>
    </w:rPr>
  </w:style>
  <w:style w:type="character" w:customStyle="1" w:styleId="hljs-con-selector-tag-slc">
    <w:name w:val="hljs-con-selector-tag-slc"/>
    <w:basedOn w:val="DefaultParagraphFont"/>
    <w:rsid w:val="00733D2A"/>
    <w:rPr>
      <w:b/>
      <w:bCs/>
      <w:color w:val="8BE9FD"/>
      <w:shd w:val="clear" w:color="auto" w:fill="44475A"/>
    </w:rPr>
  </w:style>
  <w:style w:type="paragraph" w:customStyle="1" w:styleId="hljs-con-slc">
    <w:name w:val="hljs-con-slc"/>
    <w:basedOn w:val="Normal"/>
    <w:rsid w:val="00733D2A"/>
    <w:pPr>
      <w:shd w:val="clear" w:color="auto" w:fill="44475A"/>
      <w:spacing w:before="100" w:beforeAutospacing="1" w:after="100" w:afterAutospacing="1"/>
    </w:pPr>
    <w:rPr>
      <w:rFonts w:ascii="Times New Roman" w:eastAsiaTheme="minorEastAsia" w:hAnsi="Times New Roman"/>
      <w:b/>
      <w:bCs/>
      <w:color w:val="F8F8F2"/>
      <w:lang w:val="en-IN" w:eastAsia="en-IN"/>
    </w:rPr>
  </w:style>
  <w:style w:type="character" w:customStyle="1" w:styleId="hljs-con-string">
    <w:name w:val="hljs-con-string"/>
    <w:basedOn w:val="DefaultParagraphFont"/>
    <w:rsid w:val="00733D2A"/>
    <w:rPr>
      <w:color w:val="F1FA8C"/>
    </w:rPr>
  </w:style>
  <w:style w:type="character" w:customStyle="1" w:styleId="hljs-con-string-slc">
    <w:name w:val="hljs-con-string-slc"/>
    <w:basedOn w:val="DefaultParagraphFont"/>
    <w:rsid w:val="00733D2A"/>
    <w:rPr>
      <w:b/>
      <w:bCs/>
      <w:color w:val="F1FA8C"/>
      <w:shd w:val="clear" w:color="auto" w:fill="44475A"/>
    </w:rPr>
  </w:style>
  <w:style w:type="character" w:customStyle="1" w:styleId="hljs-con-strong">
    <w:name w:val="hljs-con-strong"/>
    <w:basedOn w:val="DefaultParagraphFont"/>
    <w:rsid w:val="00733D2A"/>
    <w:rPr>
      <w:b/>
      <w:bCs/>
    </w:rPr>
  </w:style>
  <w:style w:type="character" w:customStyle="1" w:styleId="hljs-con-strong-slc">
    <w:name w:val="hljs-con-strong-slc"/>
    <w:basedOn w:val="DefaultParagraphFont"/>
    <w:rsid w:val="00733D2A"/>
    <w:rPr>
      <w:b/>
      <w:bCs/>
      <w:shd w:val="clear" w:color="auto" w:fill="44475A"/>
    </w:rPr>
  </w:style>
  <w:style w:type="character" w:customStyle="1" w:styleId="hljs-constructor">
    <w:name w:val="hljs-constructor"/>
    <w:basedOn w:val="DefaultParagraphFont"/>
    <w:rsid w:val="00733D2A"/>
  </w:style>
  <w:style w:type="character" w:customStyle="1" w:styleId="hljs-constructor-slc">
    <w:name w:val="hljs-constructor-slc"/>
    <w:basedOn w:val="hljs-constructor"/>
    <w:rsid w:val="00733D2A"/>
    <w:rPr>
      <w:b/>
      <w:bCs/>
      <w:sz w:val="20"/>
      <w:shd w:val="clear" w:color="auto" w:fill="D4D4D4"/>
    </w:rPr>
  </w:style>
  <w:style w:type="character" w:customStyle="1" w:styleId="hljs-con-subst">
    <w:name w:val="hljs-con-subst"/>
    <w:basedOn w:val="DefaultParagraphFont"/>
    <w:rsid w:val="00733D2A"/>
    <w:rPr>
      <w:color w:val="F8F8F2"/>
    </w:rPr>
  </w:style>
  <w:style w:type="character" w:customStyle="1" w:styleId="hljs-con-subst-slc">
    <w:name w:val="hljs-con-subst-slc"/>
    <w:basedOn w:val="DefaultParagraphFont"/>
    <w:rsid w:val="00733D2A"/>
    <w:rPr>
      <w:b/>
      <w:bCs/>
      <w:color w:val="F8F8F2"/>
      <w:shd w:val="clear" w:color="auto" w:fill="44475A"/>
    </w:rPr>
  </w:style>
  <w:style w:type="character" w:customStyle="1" w:styleId="hljs-con-symbol">
    <w:name w:val="hljs-con-symbol"/>
    <w:basedOn w:val="DefaultParagraphFont"/>
    <w:rsid w:val="00733D2A"/>
    <w:rPr>
      <w:color w:val="F1FA8C"/>
    </w:rPr>
  </w:style>
  <w:style w:type="character" w:customStyle="1" w:styleId="hljs-con-symbol-slc">
    <w:name w:val="hljs-con-symbol-slc"/>
    <w:basedOn w:val="DefaultParagraphFont"/>
    <w:rsid w:val="00733D2A"/>
    <w:rPr>
      <w:b/>
      <w:bCs/>
      <w:color w:val="F1FA8C"/>
      <w:shd w:val="clear" w:color="auto" w:fill="44475A"/>
    </w:rPr>
  </w:style>
  <w:style w:type="character" w:customStyle="1" w:styleId="hljs-con-tag">
    <w:name w:val="hljs-con-tag"/>
    <w:basedOn w:val="DefaultParagraphFont"/>
    <w:rsid w:val="00733D2A"/>
    <w:rPr>
      <w:color w:val="F8F8F2"/>
      <w:shd w:val="clear" w:color="auto" w:fill="282A36"/>
    </w:rPr>
  </w:style>
  <w:style w:type="character" w:customStyle="1" w:styleId="hljs-con-tag-slc">
    <w:name w:val="hljs-con-tag-slc"/>
    <w:basedOn w:val="DefaultParagraphFont"/>
    <w:rsid w:val="00733D2A"/>
    <w:rPr>
      <w:b/>
      <w:bCs/>
      <w:color w:val="F8F8F2"/>
      <w:shd w:val="clear" w:color="auto" w:fill="44475A"/>
    </w:rPr>
  </w:style>
  <w:style w:type="character" w:customStyle="1" w:styleId="hljs-con-template-tag">
    <w:name w:val="hljs-con-template-tag"/>
    <w:basedOn w:val="DefaultParagraphFont"/>
    <w:rsid w:val="00733D2A"/>
    <w:rPr>
      <w:color w:val="F1FA8C"/>
    </w:rPr>
  </w:style>
  <w:style w:type="character" w:customStyle="1" w:styleId="hljs-con-template-tag-slc">
    <w:name w:val="hljs-con-template-tag-slc"/>
    <w:basedOn w:val="DefaultParagraphFont"/>
    <w:rsid w:val="00733D2A"/>
    <w:rPr>
      <w:b/>
      <w:bCs/>
      <w:color w:val="F1FA8C"/>
      <w:shd w:val="clear" w:color="auto" w:fill="44475A"/>
    </w:rPr>
  </w:style>
  <w:style w:type="character" w:customStyle="1" w:styleId="hljs-con-template-variable">
    <w:name w:val="hljs-con-template-variable"/>
    <w:basedOn w:val="DefaultParagraphFont"/>
    <w:rsid w:val="00733D2A"/>
    <w:rPr>
      <w:color w:val="F1FA8C"/>
    </w:rPr>
  </w:style>
  <w:style w:type="character" w:customStyle="1" w:styleId="hljs-con-template-variable-slc">
    <w:name w:val="hljs-con-template-variable-slc"/>
    <w:basedOn w:val="DefaultParagraphFont"/>
    <w:rsid w:val="00733D2A"/>
    <w:rPr>
      <w:b/>
      <w:bCs/>
      <w:color w:val="F1FA8C"/>
      <w:shd w:val="clear" w:color="auto" w:fill="44475A"/>
    </w:rPr>
  </w:style>
  <w:style w:type="character" w:customStyle="1" w:styleId="hljs-con-title">
    <w:name w:val="hljs-con-title"/>
    <w:basedOn w:val="DefaultParagraphFont"/>
    <w:rsid w:val="00733D2A"/>
    <w:rPr>
      <w:b/>
      <w:bCs/>
      <w:color w:val="50FA7B"/>
    </w:rPr>
  </w:style>
  <w:style w:type="character" w:customStyle="1" w:styleId="hljs-con-title-slc">
    <w:name w:val="hljs-con-title-slc"/>
    <w:basedOn w:val="DefaultParagraphFont"/>
    <w:rsid w:val="00733D2A"/>
    <w:rPr>
      <w:b/>
      <w:bCs/>
      <w:color w:val="50FA7B"/>
      <w:shd w:val="clear" w:color="auto" w:fill="44475A"/>
    </w:rPr>
  </w:style>
  <w:style w:type="character" w:customStyle="1" w:styleId="hljs-con-type">
    <w:name w:val="hljs-con-type"/>
    <w:basedOn w:val="DefaultParagraphFont"/>
    <w:rsid w:val="00733D2A"/>
    <w:rPr>
      <w:b/>
      <w:bCs/>
      <w:color w:val="F1FA8C"/>
    </w:rPr>
  </w:style>
  <w:style w:type="character" w:customStyle="1" w:styleId="hljs-con-type-slc">
    <w:name w:val="hljs-con-type-slc"/>
    <w:basedOn w:val="DefaultParagraphFont"/>
    <w:rsid w:val="00733D2A"/>
    <w:rPr>
      <w:b/>
      <w:bCs/>
      <w:color w:val="F1FA8C"/>
      <w:shd w:val="clear" w:color="auto" w:fill="44475A"/>
    </w:rPr>
  </w:style>
  <w:style w:type="character" w:customStyle="1" w:styleId="hljs-con-typing">
    <w:name w:val="hljs-con-typing"/>
    <w:basedOn w:val="DefaultParagraphFont"/>
    <w:rsid w:val="00733D2A"/>
    <w:rPr>
      <w:color w:val="F8F8F2"/>
      <w:shd w:val="clear" w:color="auto" w:fill="282A36"/>
    </w:rPr>
  </w:style>
  <w:style w:type="character" w:customStyle="1" w:styleId="hljs-con-typing-slc">
    <w:name w:val="hljs-con-typing-slc"/>
    <w:basedOn w:val="DefaultParagraphFont"/>
    <w:rsid w:val="00733D2A"/>
    <w:rPr>
      <w:b/>
      <w:bCs/>
      <w:color w:val="F8F8F2"/>
      <w:shd w:val="clear" w:color="auto" w:fill="44475A"/>
    </w:rPr>
  </w:style>
  <w:style w:type="character" w:customStyle="1" w:styleId="hljs-con-variable">
    <w:name w:val="hljs-con-variable"/>
    <w:basedOn w:val="DefaultParagraphFont"/>
    <w:rsid w:val="00733D2A"/>
    <w:rPr>
      <w:color w:val="F1FA8C"/>
    </w:rPr>
  </w:style>
  <w:style w:type="character" w:customStyle="1" w:styleId="hljs-con-variable-slc">
    <w:name w:val="hljs-con-variable-slc"/>
    <w:basedOn w:val="DefaultParagraphFont"/>
    <w:rsid w:val="00733D2A"/>
    <w:rPr>
      <w:b/>
      <w:bCs/>
      <w:color w:val="F1FA8C"/>
      <w:shd w:val="clear" w:color="auto" w:fill="44475A"/>
    </w:rPr>
  </w:style>
  <w:style w:type="character" w:customStyle="1" w:styleId="hljs-deletion">
    <w:name w:val="hljs-deletion"/>
    <w:basedOn w:val="DefaultParagraphFont"/>
    <w:rsid w:val="00733D2A"/>
    <w:rPr>
      <w:color w:val="E45649"/>
    </w:rPr>
  </w:style>
  <w:style w:type="character" w:customStyle="1" w:styleId="hljs-deletion-slc">
    <w:name w:val="hljs-deletion-slc"/>
    <w:basedOn w:val="hljs-deletion"/>
    <w:rsid w:val="00733D2A"/>
    <w:rPr>
      <w:b/>
      <w:bCs/>
      <w:color w:val="E45649"/>
      <w:sz w:val="20"/>
      <w:shd w:val="clear" w:color="auto" w:fill="D4D4D4"/>
    </w:rPr>
  </w:style>
  <w:style w:type="character" w:customStyle="1" w:styleId="hljs-doctag">
    <w:name w:val="hljs-doctag"/>
    <w:basedOn w:val="DefaultParagraphFont"/>
    <w:rsid w:val="00733D2A"/>
    <w:rPr>
      <w:color w:val="A626A4"/>
    </w:rPr>
  </w:style>
  <w:style w:type="character" w:customStyle="1" w:styleId="hljs-doctag-slc">
    <w:name w:val="hljs-doctag-slc"/>
    <w:basedOn w:val="hljs-doctag"/>
    <w:rsid w:val="00733D2A"/>
    <w:rPr>
      <w:b/>
      <w:bCs/>
      <w:color w:val="A626A4"/>
      <w:sz w:val="20"/>
      <w:shd w:val="clear" w:color="auto" w:fill="D4D4D4"/>
    </w:rPr>
  </w:style>
  <w:style w:type="character" w:customStyle="1" w:styleId="hljs-emphasis">
    <w:name w:val="hljs-emphasis"/>
    <w:basedOn w:val="DefaultParagraphFont"/>
    <w:rsid w:val="00733D2A"/>
    <w:rPr>
      <w:i/>
      <w:iCs/>
    </w:rPr>
  </w:style>
  <w:style w:type="character" w:customStyle="1" w:styleId="hljs-emphasis-slc">
    <w:name w:val="hljs-emphasis-slc"/>
    <w:basedOn w:val="hljs-emphasis"/>
    <w:rsid w:val="00733D2A"/>
    <w:rPr>
      <w:b/>
      <w:bCs/>
      <w:i/>
      <w:iCs/>
      <w:sz w:val="20"/>
      <w:shd w:val="clear" w:color="auto" w:fill="D4D4D4"/>
    </w:rPr>
  </w:style>
  <w:style w:type="character" w:customStyle="1" w:styleId="hljs-formula">
    <w:name w:val="hljs-formula"/>
    <w:basedOn w:val="DefaultParagraphFont"/>
    <w:rsid w:val="00733D2A"/>
    <w:rPr>
      <w:color w:val="A626A4"/>
    </w:rPr>
  </w:style>
  <w:style w:type="character" w:customStyle="1" w:styleId="hljs-formula-slc">
    <w:name w:val="hljs-formula-slc"/>
    <w:basedOn w:val="hljs-formula"/>
    <w:rsid w:val="00733D2A"/>
    <w:rPr>
      <w:b/>
      <w:bCs/>
      <w:color w:val="A626A4"/>
      <w:sz w:val="20"/>
      <w:shd w:val="clear" w:color="auto" w:fill="D4D4D4"/>
    </w:rPr>
  </w:style>
  <w:style w:type="character" w:customStyle="1" w:styleId="hljs-function">
    <w:name w:val="hljs-function"/>
    <w:basedOn w:val="DefaultParagraphFont"/>
    <w:rsid w:val="00733D2A"/>
  </w:style>
  <w:style w:type="character" w:customStyle="1" w:styleId="hljs-function-slc">
    <w:name w:val="hljs-function-slc"/>
    <w:basedOn w:val="hljs-function"/>
    <w:rsid w:val="00733D2A"/>
    <w:rPr>
      <w:b/>
      <w:bCs/>
      <w:sz w:val="20"/>
      <w:shd w:val="clear" w:color="auto" w:fill="D4D4D4"/>
    </w:rPr>
  </w:style>
  <w:style w:type="character" w:customStyle="1" w:styleId="hljs-keyword">
    <w:name w:val="hljs-keyword"/>
    <w:basedOn w:val="DefaultParagraphFont"/>
    <w:rsid w:val="00733D2A"/>
    <w:rPr>
      <w:color w:val="A626A4"/>
    </w:rPr>
  </w:style>
  <w:style w:type="character" w:customStyle="1" w:styleId="hljs-keyword-slc">
    <w:name w:val="hljs-keyword-slc"/>
    <w:basedOn w:val="hljs-keyword"/>
    <w:rsid w:val="00733D2A"/>
    <w:rPr>
      <w:b/>
      <w:bCs/>
      <w:color w:val="A626A4"/>
      <w:sz w:val="20"/>
      <w:shd w:val="clear" w:color="auto" w:fill="D4D4D4"/>
    </w:rPr>
  </w:style>
  <w:style w:type="character" w:customStyle="1" w:styleId="hljs-link">
    <w:name w:val="hljs-link"/>
    <w:basedOn w:val="DefaultParagraphFont"/>
    <w:rsid w:val="00733D2A"/>
    <w:rPr>
      <w:color w:val="4078F2"/>
      <w:u w:val="single"/>
    </w:rPr>
  </w:style>
  <w:style w:type="character" w:customStyle="1" w:styleId="hljs-link-slc">
    <w:name w:val="hljs-link-slc"/>
    <w:basedOn w:val="hljs-link"/>
    <w:rsid w:val="00733D2A"/>
    <w:rPr>
      <w:b/>
      <w:bCs/>
      <w:color w:val="4078F2"/>
      <w:sz w:val="20"/>
      <w:u w:val="single"/>
      <w:shd w:val="clear" w:color="auto" w:fill="D4D4D4"/>
    </w:rPr>
  </w:style>
  <w:style w:type="character" w:customStyle="1" w:styleId="hljs-literal">
    <w:name w:val="hljs-literal"/>
    <w:basedOn w:val="DefaultParagraphFont"/>
    <w:rsid w:val="00733D2A"/>
    <w:rPr>
      <w:color w:val="0184BB"/>
    </w:rPr>
  </w:style>
  <w:style w:type="character" w:customStyle="1" w:styleId="hljs-literal-slc">
    <w:name w:val="hljs-literal-slc"/>
    <w:basedOn w:val="hljs-literal"/>
    <w:rsid w:val="00733D2A"/>
    <w:rPr>
      <w:b/>
      <w:bCs/>
      <w:color w:val="0184BB"/>
      <w:sz w:val="20"/>
      <w:shd w:val="clear" w:color="auto" w:fill="D4D4D4"/>
    </w:rPr>
  </w:style>
  <w:style w:type="character" w:customStyle="1" w:styleId="hljs-meta">
    <w:name w:val="hljs-meta"/>
    <w:basedOn w:val="DefaultParagraphFont"/>
    <w:rsid w:val="00733D2A"/>
    <w:rPr>
      <w:color w:val="4078F2"/>
    </w:rPr>
  </w:style>
  <w:style w:type="character" w:customStyle="1" w:styleId="hljs-meta-keyword">
    <w:name w:val="hljs-meta-keyword"/>
    <w:basedOn w:val="DefaultParagraphFont"/>
    <w:rsid w:val="00733D2A"/>
  </w:style>
  <w:style w:type="character" w:customStyle="1" w:styleId="hljs-meta-keyword-slc">
    <w:name w:val="hljs-meta-keyword-slc"/>
    <w:basedOn w:val="hljs-meta-keyword"/>
    <w:rsid w:val="00733D2A"/>
    <w:rPr>
      <w:b/>
      <w:bCs/>
      <w:sz w:val="20"/>
      <w:shd w:val="clear" w:color="auto" w:fill="D4D4D4"/>
    </w:rPr>
  </w:style>
  <w:style w:type="character" w:customStyle="1" w:styleId="hljs-meta-slc">
    <w:name w:val="hljs-meta-slc"/>
    <w:basedOn w:val="hljs-meta"/>
    <w:rsid w:val="00733D2A"/>
    <w:rPr>
      <w:b/>
      <w:bCs/>
      <w:color w:val="4078F2"/>
      <w:sz w:val="20"/>
      <w:shd w:val="clear" w:color="auto" w:fill="D4D4D4"/>
    </w:rPr>
  </w:style>
  <w:style w:type="character" w:customStyle="1" w:styleId="hljs-meta-string">
    <w:name w:val="hljs-meta-string"/>
    <w:basedOn w:val="DefaultParagraphFont"/>
    <w:rsid w:val="00733D2A"/>
    <w:rPr>
      <w:color w:val="50A14F"/>
    </w:rPr>
  </w:style>
  <w:style w:type="character" w:customStyle="1" w:styleId="hljs-meta-string-slc">
    <w:name w:val="hljs-meta-string-slc"/>
    <w:basedOn w:val="hljs-meta-string"/>
    <w:rsid w:val="00733D2A"/>
    <w:rPr>
      <w:b/>
      <w:bCs/>
      <w:color w:val="50A14F"/>
      <w:sz w:val="20"/>
      <w:shd w:val="clear" w:color="auto" w:fill="D4D4D4"/>
    </w:rPr>
  </w:style>
  <w:style w:type="character" w:customStyle="1" w:styleId="hljs-module">
    <w:name w:val="hljs-module"/>
    <w:basedOn w:val="DefaultParagraphFont"/>
    <w:rsid w:val="00733D2A"/>
  </w:style>
  <w:style w:type="character" w:customStyle="1" w:styleId="hljs-module-access">
    <w:name w:val="hljs-module-access"/>
    <w:basedOn w:val="DefaultParagraphFont"/>
    <w:rsid w:val="00733D2A"/>
  </w:style>
  <w:style w:type="character" w:customStyle="1" w:styleId="hljs-module-access-slc">
    <w:name w:val="hljs-module-access-slc"/>
    <w:basedOn w:val="hljs-module-access"/>
    <w:rsid w:val="00733D2A"/>
    <w:rPr>
      <w:b/>
      <w:bCs/>
      <w:sz w:val="20"/>
      <w:shd w:val="clear" w:color="auto" w:fill="D4D4D4"/>
    </w:rPr>
  </w:style>
  <w:style w:type="character" w:customStyle="1" w:styleId="hljs-module-slc">
    <w:name w:val="hljs-module-slc"/>
    <w:basedOn w:val="hljs-module"/>
    <w:rsid w:val="00733D2A"/>
    <w:rPr>
      <w:b/>
      <w:bCs/>
      <w:sz w:val="20"/>
      <w:shd w:val="clear" w:color="auto" w:fill="D4D4D4"/>
    </w:rPr>
  </w:style>
  <w:style w:type="character" w:customStyle="1" w:styleId="hljs-name">
    <w:name w:val="hljs-name"/>
    <w:basedOn w:val="DefaultParagraphFont"/>
    <w:rsid w:val="00733D2A"/>
    <w:rPr>
      <w:color w:val="E45649"/>
    </w:rPr>
  </w:style>
  <w:style w:type="character" w:customStyle="1" w:styleId="hljs-name-slc">
    <w:name w:val="hljs-name-slc"/>
    <w:basedOn w:val="hljs-name"/>
    <w:rsid w:val="00733D2A"/>
    <w:rPr>
      <w:b/>
      <w:bCs/>
      <w:color w:val="E45649"/>
      <w:sz w:val="20"/>
      <w:shd w:val="clear" w:color="auto" w:fill="D4D4D4"/>
    </w:rPr>
  </w:style>
  <w:style w:type="character" w:customStyle="1" w:styleId="hljs-number">
    <w:name w:val="hljs-number"/>
    <w:basedOn w:val="DefaultParagraphFont"/>
    <w:rsid w:val="00733D2A"/>
    <w:rPr>
      <w:color w:val="986801"/>
    </w:rPr>
  </w:style>
  <w:style w:type="character" w:customStyle="1" w:styleId="hljs-number-slc">
    <w:name w:val="hljs-number-slc"/>
    <w:basedOn w:val="hljs-number"/>
    <w:rsid w:val="00733D2A"/>
    <w:rPr>
      <w:b/>
      <w:bCs/>
      <w:color w:val="986801"/>
      <w:sz w:val="20"/>
      <w:shd w:val="clear" w:color="auto" w:fill="D4D4D4"/>
    </w:rPr>
  </w:style>
  <w:style w:type="character" w:customStyle="1" w:styleId="hljs-operator">
    <w:name w:val="hljs-operator"/>
    <w:basedOn w:val="DefaultParagraphFont"/>
    <w:rsid w:val="00733D2A"/>
  </w:style>
  <w:style w:type="character" w:customStyle="1" w:styleId="hljs-operator-slc">
    <w:name w:val="hljs-operator-slc"/>
    <w:basedOn w:val="hljs-operator"/>
    <w:rsid w:val="00733D2A"/>
    <w:rPr>
      <w:b/>
      <w:bCs/>
      <w:sz w:val="20"/>
      <w:shd w:val="clear" w:color="auto" w:fill="D4D4D4"/>
    </w:rPr>
  </w:style>
  <w:style w:type="character" w:customStyle="1" w:styleId="hljs-params">
    <w:name w:val="hljs-params"/>
    <w:basedOn w:val="DefaultParagraphFont"/>
    <w:rsid w:val="00733D2A"/>
  </w:style>
  <w:style w:type="character" w:customStyle="1" w:styleId="hljs-params-slc">
    <w:name w:val="hljs-params-slc"/>
    <w:basedOn w:val="hljs-params"/>
    <w:rsid w:val="00733D2A"/>
    <w:rPr>
      <w:b/>
      <w:bCs/>
      <w:sz w:val="20"/>
      <w:shd w:val="clear" w:color="auto" w:fill="D4D4D4"/>
    </w:rPr>
  </w:style>
  <w:style w:type="character" w:customStyle="1" w:styleId="hljs-pattern-match">
    <w:name w:val="hljs-pattern-match"/>
    <w:basedOn w:val="DefaultParagraphFont"/>
    <w:rsid w:val="00733D2A"/>
  </w:style>
  <w:style w:type="character" w:customStyle="1" w:styleId="hljs-pattern-match-slc">
    <w:name w:val="hljs-pattern-match-slc"/>
    <w:basedOn w:val="hljs-pattern-match"/>
    <w:rsid w:val="00733D2A"/>
    <w:rPr>
      <w:b/>
      <w:bCs/>
      <w:sz w:val="20"/>
      <w:shd w:val="clear" w:color="auto" w:fill="D4D4D4"/>
    </w:rPr>
  </w:style>
  <w:style w:type="character" w:customStyle="1" w:styleId="hljs-quote">
    <w:name w:val="hljs-quote"/>
    <w:basedOn w:val="DefaultParagraphFont"/>
    <w:rsid w:val="00733D2A"/>
    <w:rPr>
      <w:i/>
      <w:iCs/>
      <w:color w:val="A0A1A7"/>
    </w:rPr>
  </w:style>
  <w:style w:type="character" w:customStyle="1" w:styleId="hljs-quote-slc">
    <w:name w:val="hljs-quote-slc"/>
    <w:basedOn w:val="hljs-quote"/>
    <w:rsid w:val="00733D2A"/>
    <w:rPr>
      <w:b/>
      <w:bCs/>
      <w:i/>
      <w:iCs/>
      <w:color w:val="A0A1A7"/>
      <w:sz w:val="20"/>
      <w:shd w:val="clear" w:color="auto" w:fill="D4D4D4"/>
    </w:rPr>
  </w:style>
  <w:style w:type="character" w:customStyle="1" w:styleId="hljs-regexp">
    <w:name w:val="hljs-regexp"/>
    <w:basedOn w:val="DefaultParagraphFont"/>
    <w:rsid w:val="00733D2A"/>
    <w:rPr>
      <w:color w:val="50A14F"/>
    </w:rPr>
  </w:style>
  <w:style w:type="character" w:customStyle="1" w:styleId="hljs-regexp-slc">
    <w:name w:val="hljs-regexp-slc"/>
    <w:basedOn w:val="hljs-regexp"/>
    <w:rsid w:val="00733D2A"/>
    <w:rPr>
      <w:b/>
      <w:bCs/>
      <w:color w:val="50A14F"/>
      <w:sz w:val="20"/>
      <w:shd w:val="clear" w:color="auto" w:fill="D4D4D4"/>
    </w:rPr>
  </w:style>
  <w:style w:type="character" w:customStyle="1" w:styleId="hljs-section">
    <w:name w:val="hljs-section"/>
    <w:basedOn w:val="DefaultParagraphFont"/>
    <w:rsid w:val="00733D2A"/>
    <w:rPr>
      <w:color w:val="E45649"/>
    </w:rPr>
  </w:style>
  <w:style w:type="character" w:customStyle="1" w:styleId="hljs-section-slc">
    <w:name w:val="hljs-section-slc"/>
    <w:basedOn w:val="hljs-section"/>
    <w:rsid w:val="00733D2A"/>
    <w:rPr>
      <w:b/>
      <w:bCs/>
      <w:color w:val="E45649"/>
      <w:sz w:val="20"/>
      <w:shd w:val="clear" w:color="auto" w:fill="D4D4D4"/>
    </w:rPr>
  </w:style>
  <w:style w:type="character" w:customStyle="1" w:styleId="hljs-selector-attr">
    <w:name w:val="hljs-selector-attr"/>
    <w:basedOn w:val="DefaultParagraphFont"/>
    <w:rsid w:val="00733D2A"/>
    <w:rPr>
      <w:color w:val="986801"/>
    </w:rPr>
  </w:style>
  <w:style w:type="character" w:customStyle="1" w:styleId="hljs-selector-attr-slc">
    <w:name w:val="hljs-selector-attr-slc"/>
    <w:basedOn w:val="hljs-selector-attr"/>
    <w:rsid w:val="00733D2A"/>
    <w:rPr>
      <w:b/>
      <w:bCs/>
      <w:color w:val="986801"/>
      <w:sz w:val="20"/>
      <w:shd w:val="clear" w:color="auto" w:fill="D4D4D4"/>
    </w:rPr>
  </w:style>
  <w:style w:type="character" w:customStyle="1" w:styleId="hljs-selector-class">
    <w:name w:val="hljs-selector-class"/>
    <w:basedOn w:val="DefaultParagraphFont"/>
    <w:rsid w:val="00733D2A"/>
    <w:rPr>
      <w:color w:val="986801"/>
    </w:rPr>
  </w:style>
  <w:style w:type="character" w:customStyle="1" w:styleId="hljs-selector-class-slc">
    <w:name w:val="hljs-selector-class-slc"/>
    <w:basedOn w:val="hljs-selector-class"/>
    <w:rsid w:val="00733D2A"/>
    <w:rPr>
      <w:b/>
      <w:bCs/>
      <w:color w:val="986801"/>
      <w:sz w:val="20"/>
      <w:shd w:val="clear" w:color="auto" w:fill="D4D4D4"/>
    </w:rPr>
  </w:style>
  <w:style w:type="character" w:customStyle="1" w:styleId="hljs-selector-id">
    <w:name w:val="hljs-selector-id"/>
    <w:basedOn w:val="DefaultParagraphFont"/>
    <w:rsid w:val="00733D2A"/>
    <w:rPr>
      <w:color w:val="4078F2"/>
    </w:rPr>
  </w:style>
  <w:style w:type="character" w:customStyle="1" w:styleId="hljs-selector-id-slc">
    <w:name w:val="hljs-selector-id-slc"/>
    <w:basedOn w:val="hljs-selector-id"/>
    <w:rsid w:val="00733D2A"/>
    <w:rPr>
      <w:b/>
      <w:bCs/>
      <w:color w:val="4078F2"/>
      <w:sz w:val="20"/>
      <w:shd w:val="clear" w:color="auto" w:fill="D4D4D4"/>
    </w:rPr>
  </w:style>
  <w:style w:type="character" w:customStyle="1" w:styleId="hljs-selector-pseudo">
    <w:name w:val="hljs-selector-pseudo"/>
    <w:basedOn w:val="DefaultParagraphFont"/>
    <w:rsid w:val="00733D2A"/>
    <w:rPr>
      <w:color w:val="986801"/>
    </w:rPr>
  </w:style>
  <w:style w:type="character" w:customStyle="1" w:styleId="hljs-selector-pseudo-slc">
    <w:name w:val="hljs-selector-pseudo-slc"/>
    <w:basedOn w:val="hljs-selector-pseudo"/>
    <w:rsid w:val="00733D2A"/>
    <w:rPr>
      <w:b/>
      <w:bCs/>
      <w:color w:val="986801"/>
      <w:sz w:val="20"/>
      <w:shd w:val="clear" w:color="auto" w:fill="D4D4D4"/>
    </w:rPr>
  </w:style>
  <w:style w:type="character" w:customStyle="1" w:styleId="hljs-selector-tag">
    <w:name w:val="hljs-selector-tag"/>
    <w:basedOn w:val="DefaultParagraphFont"/>
    <w:rsid w:val="00733D2A"/>
    <w:rPr>
      <w:color w:val="E45649"/>
    </w:rPr>
  </w:style>
  <w:style w:type="character" w:customStyle="1" w:styleId="hljs-selector-tag-slc">
    <w:name w:val="hljs-selector-tag-slc"/>
    <w:basedOn w:val="hljs-selector-tag"/>
    <w:rsid w:val="00733D2A"/>
    <w:rPr>
      <w:b/>
      <w:bCs/>
      <w:color w:val="E45649"/>
      <w:sz w:val="20"/>
      <w:shd w:val="clear" w:color="auto" w:fill="D4D4D4"/>
    </w:rPr>
  </w:style>
  <w:style w:type="character" w:customStyle="1" w:styleId="hljs-slc">
    <w:name w:val="hljs-slc"/>
    <w:basedOn w:val="DefaultParagraphFont"/>
    <w:uiPriority w:val="1"/>
    <w:rsid w:val="00733D2A"/>
    <w:rPr>
      <w:b/>
      <w:bCs/>
      <w:shd w:val="clear" w:color="auto" w:fill="D4D4D4"/>
      <w:lang w:val="en-IN"/>
    </w:rPr>
  </w:style>
  <w:style w:type="character" w:customStyle="1" w:styleId="hljs-string">
    <w:name w:val="hljs-string"/>
    <w:basedOn w:val="DefaultParagraphFont"/>
    <w:rsid w:val="00733D2A"/>
    <w:rPr>
      <w:color w:val="50A14F"/>
    </w:rPr>
  </w:style>
  <w:style w:type="character" w:customStyle="1" w:styleId="hljs-string-slc">
    <w:name w:val="hljs-string-slc"/>
    <w:basedOn w:val="hljs-string"/>
    <w:rsid w:val="00733D2A"/>
    <w:rPr>
      <w:b/>
      <w:bCs/>
      <w:color w:val="50A14F"/>
      <w:sz w:val="20"/>
      <w:shd w:val="clear" w:color="auto" w:fill="D4D4D4"/>
    </w:rPr>
  </w:style>
  <w:style w:type="character" w:customStyle="1" w:styleId="hljs-strong">
    <w:name w:val="hljs-strong"/>
    <w:basedOn w:val="DefaultParagraphFont"/>
    <w:rsid w:val="00733D2A"/>
    <w:rPr>
      <w:b/>
      <w:bCs/>
    </w:rPr>
  </w:style>
  <w:style w:type="character" w:customStyle="1" w:styleId="hljs-strong-slc">
    <w:name w:val="hljs-strong-slc"/>
    <w:basedOn w:val="hljs-strong"/>
    <w:rsid w:val="00733D2A"/>
    <w:rPr>
      <w:b/>
      <w:bCs/>
      <w:sz w:val="20"/>
      <w:shd w:val="clear" w:color="auto" w:fill="D4D4D4"/>
    </w:rPr>
  </w:style>
  <w:style w:type="character" w:customStyle="1" w:styleId="hljs-subst">
    <w:name w:val="hljs-subst"/>
    <w:basedOn w:val="DefaultParagraphFont"/>
    <w:rsid w:val="00733D2A"/>
    <w:rPr>
      <w:color w:val="E45649"/>
    </w:rPr>
  </w:style>
  <w:style w:type="character" w:customStyle="1" w:styleId="hljs-subst-slc">
    <w:name w:val="hljs-subst-slc"/>
    <w:basedOn w:val="hljs-subst"/>
    <w:rsid w:val="00733D2A"/>
    <w:rPr>
      <w:b/>
      <w:bCs/>
      <w:color w:val="E45649"/>
      <w:sz w:val="20"/>
      <w:shd w:val="clear" w:color="auto" w:fill="D4D4D4"/>
    </w:rPr>
  </w:style>
  <w:style w:type="character" w:customStyle="1" w:styleId="hljs-symbol">
    <w:name w:val="hljs-symbol"/>
    <w:basedOn w:val="DefaultParagraphFont"/>
    <w:rsid w:val="00733D2A"/>
    <w:rPr>
      <w:color w:val="4078F2"/>
    </w:rPr>
  </w:style>
  <w:style w:type="character" w:customStyle="1" w:styleId="hljs-symbol-slc">
    <w:name w:val="hljs-symbol-slc"/>
    <w:basedOn w:val="hljs-symbol"/>
    <w:rsid w:val="00733D2A"/>
    <w:rPr>
      <w:b/>
      <w:bCs/>
      <w:color w:val="4078F2"/>
      <w:sz w:val="20"/>
      <w:shd w:val="clear" w:color="auto" w:fill="D4D4D4"/>
    </w:rPr>
  </w:style>
  <w:style w:type="character" w:customStyle="1" w:styleId="hljs-tag">
    <w:name w:val="hljs-tag"/>
    <w:basedOn w:val="DefaultParagraphFont"/>
    <w:rsid w:val="00733D2A"/>
  </w:style>
  <w:style w:type="character" w:customStyle="1" w:styleId="hljs-tag-slc">
    <w:name w:val="hljs-tag-slc"/>
    <w:basedOn w:val="hljs-tag"/>
    <w:rsid w:val="00733D2A"/>
    <w:rPr>
      <w:b/>
      <w:bCs/>
      <w:sz w:val="20"/>
      <w:shd w:val="clear" w:color="auto" w:fill="D4D4D4"/>
    </w:rPr>
  </w:style>
  <w:style w:type="character" w:customStyle="1" w:styleId="hljs-template-tag">
    <w:name w:val="hljs-template-tag"/>
    <w:basedOn w:val="DefaultParagraphFont"/>
    <w:rsid w:val="00733D2A"/>
  </w:style>
  <w:style w:type="character" w:customStyle="1" w:styleId="hljs-template-tag-slc">
    <w:name w:val="hljs-template-tag-slc"/>
    <w:basedOn w:val="hljs-template-tag"/>
    <w:rsid w:val="00733D2A"/>
    <w:rPr>
      <w:b/>
      <w:bCs/>
      <w:sz w:val="20"/>
      <w:shd w:val="clear" w:color="auto" w:fill="D4D4D4"/>
    </w:rPr>
  </w:style>
  <w:style w:type="character" w:customStyle="1" w:styleId="hljs-template-variable">
    <w:name w:val="hljs-template-variable"/>
    <w:basedOn w:val="DefaultParagraphFont"/>
    <w:rsid w:val="00733D2A"/>
    <w:rPr>
      <w:color w:val="986801"/>
    </w:rPr>
  </w:style>
  <w:style w:type="character" w:customStyle="1" w:styleId="hljs-template-variable-slc">
    <w:name w:val="hljs-template-variable-slc"/>
    <w:basedOn w:val="hljs-template-variable"/>
    <w:rsid w:val="00733D2A"/>
    <w:rPr>
      <w:b/>
      <w:bCs/>
      <w:color w:val="986801"/>
      <w:sz w:val="20"/>
      <w:shd w:val="clear" w:color="auto" w:fill="D4D4D4"/>
    </w:rPr>
  </w:style>
  <w:style w:type="character" w:customStyle="1" w:styleId="hljs-title">
    <w:name w:val="hljs-title"/>
    <w:basedOn w:val="DefaultParagraphFont"/>
    <w:rsid w:val="00733D2A"/>
    <w:rPr>
      <w:color w:val="4078F2"/>
    </w:rPr>
  </w:style>
  <w:style w:type="character" w:customStyle="1" w:styleId="hljs-title-slc">
    <w:name w:val="hljs-title-slc"/>
    <w:basedOn w:val="hljs-title"/>
    <w:rsid w:val="00733D2A"/>
    <w:rPr>
      <w:b/>
      <w:bCs/>
      <w:color w:val="4078F2"/>
      <w:sz w:val="20"/>
      <w:shd w:val="clear" w:color="auto" w:fill="D4D4D4"/>
    </w:rPr>
  </w:style>
  <w:style w:type="character" w:customStyle="1" w:styleId="hljs-type">
    <w:name w:val="hljs-type"/>
    <w:basedOn w:val="DefaultParagraphFont"/>
    <w:rsid w:val="00733D2A"/>
    <w:rPr>
      <w:color w:val="986801"/>
    </w:rPr>
  </w:style>
  <w:style w:type="character" w:customStyle="1" w:styleId="hljs-type-slc">
    <w:name w:val="hljs-type-slc"/>
    <w:basedOn w:val="hljs-type"/>
    <w:rsid w:val="00733D2A"/>
    <w:rPr>
      <w:b/>
      <w:bCs/>
      <w:color w:val="986801"/>
      <w:sz w:val="20"/>
      <w:shd w:val="clear" w:color="auto" w:fill="D4D4D4"/>
    </w:rPr>
  </w:style>
  <w:style w:type="character" w:customStyle="1" w:styleId="hljs-typing">
    <w:name w:val="hljs-typing"/>
    <w:basedOn w:val="DefaultParagraphFont"/>
    <w:rsid w:val="00733D2A"/>
  </w:style>
  <w:style w:type="character" w:customStyle="1" w:styleId="hljs-typing-slc">
    <w:name w:val="hljs-typing-slc"/>
    <w:basedOn w:val="hljs-typing"/>
    <w:rsid w:val="00733D2A"/>
    <w:rPr>
      <w:b/>
      <w:bCs/>
      <w:sz w:val="20"/>
      <w:shd w:val="clear" w:color="auto" w:fill="D4D4D4"/>
    </w:rPr>
  </w:style>
  <w:style w:type="character" w:customStyle="1" w:styleId="hljs-variable">
    <w:name w:val="hljs-variable"/>
    <w:basedOn w:val="DefaultParagraphFont"/>
    <w:rsid w:val="00733D2A"/>
    <w:rPr>
      <w:color w:val="986801"/>
    </w:rPr>
  </w:style>
  <w:style w:type="character" w:customStyle="1" w:styleId="hljs-variable-slc">
    <w:name w:val="hljs-variable-slc"/>
    <w:basedOn w:val="hljs-variable"/>
    <w:rsid w:val="00733D2A"/>
    <w:rPr>
      <w:b/>
      <w:bCs/>
      <w:color w:val="986801"/>
      <w:sz w:val="20"/>
      <w:shd w:val="clear" w:color="auto" w:fill="D4D4D4"/>
    </w:rPr>
  </w:style>
  <w:style w:type="character" w:styleId="Hyperlink">
    <w:name w:val="Hyperlink"/>
    <w:basedOn w:val="DefaultParagraphFont"/>
    <w:uiPriority w:val="99"/>
    <w:unhideWhenUsed/>
    <w:rsid w:val="00733D2A"/>
    <w:rPr>
      <w:color w:val="0563C1" w:themeColor="hyperlink"/>
      <w:u w:val="single"/>
    </w:rPr>
  </w:style>
  <w:style w:type="character" w:customStyle="1" w:styleId="IconPACKT">
    <w:name w:val="Icon [PACKT]"/>
    <w:uiPriority w:val="99"/>
    <w:qFormat/>
    <w:rsid w:val="00733D2A"/>
    <w:rPr>
      <w:rFonts w:ascii="Times New Roman" w:hAnsi="Times New Roman"/>
      <w:noProof/>
      <w:sz w:val="22"/>
    </w:rPr>
  </w:style>
  <w:style w:type="paragraph" w:customStyle="1" w:styleId="IgnorePACKT">
    <w:name w:val="Ignore [PACKT]"/>
    <w:basedOn w:val="FigureWithinTipPACKT"/>
    <w:uiPriority w:val="99"/>
    <w:qFormat/>
    <w:rsid w:val="00733D2A"/>
    <w:pPr>
      <w:shd w:val="clear" w:color="auto" w:fill="auto"/>
      <w:suppressAutoHyphens w:val="0"/>
      <w:spacing w:before="60" w:after="120"/>
      <w:ind w:left="0" w:right="0"/>
    </w:pPr>
    <w:rPr>
      <w:rFonts w:cs="Arial"/>
      <w:bCs/>
    </w:rPr>
  </w:style>
  <w:style w:type="paragraph" w:customStyle="1" w:styleId="ImageCaption">
    <w:name w:val="Image Caption"/>
    <w:basedOn w:val="Normal"/>
    <w:rsid w:val="00733D2A"/>
    <w:pPr>
      <w:spacing w:after="120"/>
    </w:pPr>
    <w:rPr>
      <w:i/>
    </w:rPr>
  </w:style>
  <w:style w:type="paragraph" w:customStyle="1" w:styleId="Index">
    <w:name w:val="Index"/>
    <w:basedOn w:val="Normal"/>
    <w:rsid w:val="00733D2A"/>
    <w:pPr>
      <w:suppressLineNumbers/>
    </w:pPr>
    <w:rPr>
      <w:rFonts w:ascii="Helvetica" w:hAnsi="Helvetica" w:cs="Lucida Sans"/>
    </w:rPr>
  </w:style>
  <w:style w:type="paragraph" w:customStyle="1" w:styleId="InformationBoxWithinBulletPACKT">
    <w:name w:val="Information Box Within Bullet [PACKT]"/>
    <w:basedOn w:val="InformationBoxPACKT"/>
    <w:uiPriority w:val="99"/>
    <w:qFormat/>
    <w:rsid w:val="00733D2A"/>
    <w:pPr>
      <w:ind w:left="1080"/>
    </w:pPr>
  </w:style>
  <w:style w:type="character" w:customStyle="1" w:styleId="ItalicsPACKT">
    <w:name w:val="Italics [PACKT]"/>
    <w:uiPriority w:val="99"/>
    <w:locked/>
    <w:rsid w:val="00733D2A"/>
    <w:rPr>
      <w:i/>
      <w:color w:val="FF99CC"/>
    </w:rPr>
  </w:style>
  <w:style w:type="character" w:customStyle="1" w:styleId="KeyPACKT">
    <w:name w:val="Key [PACKT]"/>
    <w:uiPriority w:val="99"/>
    <w:locked/>
    <w:rsid w:val="00733D2A"/>
    <w:rPr>
      <w:i/>
      <w:color w:val="00CCFF"/>
    </w:rPr>
  </w:style>
  <w:style w:type="character" w:customStyle="1" w:styleId="KeyWordPACKT">
    <w:name w:val="Key Word [PACKT]"/>
    <w:uiPriority w:val="99"/>
    <w:locked/>
    <w:rsid w:val="00733D2A"/>
    <w:rPr>
      <w:b/>
    </w:rPr>
  </w:style>
  <w:style w:type="paragraph" w:customStyle="1" w:styleId="LayoutInformationPACKT">
    <w:name w:val="Layout Information [PACKT]"/>
    <w:basedOn w:val="NormalPACKT"/>
    <w:next w:val="NormalPACKT"/>
    <w:rsid w:val="00733D2A"/>
    <w:rPr>
      <w:rFonts w:ascii="Arial" w:hAnsi="Arial"/>
      <w:b/>
      <w:color w:val="FF0000"/>
      <w:sz w:val="28"/>
      <w:szCs w:val="28"/>
    </w:rPr>
  </w:style>
  <w:style w:type="character" w:customStyle="1" w:styleId="Link">
    <w:name w:val="Link"/>
    <w:basedOn w:val="DefaultParagraphFont"/>
    <w:rsid w:val="00733D2A"/>
    <w:rPr>
      <w:color w:val="4F81BD"/>
    </w:rPr>
  </w:style>
  <w:style w:type="paragraph" w:styleId="List">
    <w:name w:val="List"/>
    <w:basedOn w:val="Normal"/>
    <w:rsid w:val="00733D2A"/>
    <w:pPr>
      <w:spacing w:after="120"/>
    </w:pPr>
    <w:rPr>
      <w:rFonts w:ascii="Helvetica" w:hAnsi="Helvetica" w:cs="Lucida Sans"/>
    </w:rPr>
  </w:style>
  <w:style w:type="paragraph" w:styleId="ListParagraph">
    <w:name w:val="List Paragraph"/>
    <w:basedOn w:val="Normal"/>
    <w:uiPriority w:val="34"/>
    <w:qFormat/>
    <w:rsid w:val="00733D2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33D2A"/>
    <w:pPr>
      <w:spacing w:before="100" w:beforeAutospacing="1" w:after="100" w:afterAutospacing="1"/>
    </w:pPr>
    <w:rPr>
      <w:rFonts w:ascii="Times New Roman" w:hAnsi="Times New Roman"/>
      <w:bCs/>
      <w:lang w:val="en-GB"/>
    </w:rPr>
  </w:style>
  <w:style w:type="paragraph" w:customStyle="1" w:styleId="NumberedBulletPACKT">
    <w:name w:val="Numbered Bullet [PACKT]"/>
    <w:basedOn w:val="BulletPACKT"/>
    <w:uiPriority w:val="99"/>
    <w:locked/>
    <w:rsid w:val="00733D2A"/>
    <w:pPr>
      <w:numPr>
        <w:numId w:val="17"/>
      </w:numPr>
      <w:ind w:left="714" w:hanging="357"/>
    </w:pPr>
  </w:style>
  <w:style w:type="paragraph" w:customStyle="1" w:styleId="NumberedBulletEndPACKT">
    <w:name w:val="Numbered Bullet End [PACKT]"/>
    <w:basedOn w:val="NumberedBulletPACKT"/>
    <w:next w:val="NormalPACKT"/>
    <w:uiPriority w:val="99"/>
    <w:locked/>
    <w:rsid w:val="00733D2A"/>
    <w:pPr>
      <w:spacing w:after="120"/>
    </w:pPr>
  </w:style>
  <w:style w:type="numbering" w:customStyle="1" w:styleId="NumberedBulletWithinBullet">
    <w:name w:val="Numbered Bullet Within Bullet"/>
    <w:uiPriority w:val="99"/>
    <w:rsid w:val="00733D2A"/>
    <w:pPr>
      <w:numPr>
        <w:numId w:val="18"/>
      </w:numPr>
    </w:pPr>
  </w:style>
  <w:style w:type="paragraph" w:customStyle="1" w:styleId="NumberedBulletWithinBulletPACKT">
    <w:name w:val="Numbered Bullet Within Bullet [PACKT]"/>
    <w:basedOn w:val="BulletWithinBulletPACKT"/>
    <w:uiPriority w:val="99"/>
    <w:locked/>
    <w:rsid w:val="00733D2A"/>
    <w:pPr>
      <w:numPr>
        <w:numId w:val="19"/>
      </w:numPr>
      <w:tabs>
        <w:tab w:val="clear" w:pos="360"/>
      </w:tabs>
      <w:ind w:left="1434" w:hanging="357"/>
    </w:pPr>
  </w:style>
  <w:style w:type="paragraph" w:customStyle="1" w:styleId="NumberedBulletWithinBulletEndPACKT">
    <w:name w:val="Numbered Bullet Within Bullet End [PACKT]"/>
    <w:basedOn w:val="NumberedBulletWithinBulletPACKT"/>
    <w:next w:val="NormalPACKT"/>
    <w:uiPriority w:val="99"/>
    <w:locked/>
    <w:rsid w:val="00733D2A"/>
    <w:pPr>
      <w:spacing w:after="120"/>
    </w:pPr>
  </w:style>
  <w:style w:type="paragraph" w:customStyle="1" w:styleId="TableColumnHeadingPACKT">
    <w:name w:val="Table Column Heading [PACKT]"/>
    <w:basedOn w:val="NormalPACKT"/>
    <w:uiPriority w:val="99"/>
    <w:rsid w:val="00733D2A"/>
    <w:pPr>
      <w:spacing w:before="60" w:after="60"/>
      <w:ind w:left="74" w:right="74"/>
    </w:pPr>
    <w:rPr>
      <w:rFonts w:cs="Arial"/>
      <w:b/>
      <w:bCs/>
      <w:sz w:val="20"/>
    </w:rPr>
  </w:style>
  <w:style w:type="paragraph" w:customStyle="1" w:styleId="TableColumnContentPACKT">
    <w:name w:val="Table Column Content [PACKT]"/>
    <w:basedOn w:val="TableColumnHeadingPACKT"/>
    <w:uiPriority w:val="99"/>
    <w:rsid w:val="00733D2A"/>
    <w:rPr>
      <w:b w:val="0"/>
    </w:rPr>
  </w:style>
  <w:style w:type="paragraph" w:customStyle="1" w:styleId="TableWithinBulletPACKT">
    <w:name w:val="Table Within Bullet [PACKT]"/>
    <w:basedOn w:val="TableColumnContentPACKT"/>
    <w:uiPriority w:val="99"/>
    <w:qFormat/>
    <w:rsid w:val="00733D2A"/>
  </w:style>
  <w:style w:type="paragraph" w:customStyle="1" w:styleId="TipWithinBulletPACKT">
    <w:name w:val="Tip Within Bullet [PACKT]"/>
    <w:basedOn w:val="TipPACKT"/>
    <w:uiPriority w:val="99"/>
    <w:qFormat/>
    <w:rsid w:val="00733D2A"/>
    <w:pPr>
      <w:ind w:left="1077"/>
    </w:pPr>
  </w:style>
  <w:style w:type="paragraph" w:customStyle="1" w:styleId="PartPACKT">
    <w:name w:val="Part [PACKT]"/>
    <w:basedOn w:val="TipWithinBulletPACKT"/>
    <w:uiPriority w:val="99"/>
    <w:qFormat/>
    <w:rsid w:val="00733D2A"/>
    <w:rPr>
      <w:b/>
      <w:sz w:val="120"/>
      <w:u w:val="single"/>
    </w:rPr>
  </w:style>
  <w:style w:type="paragraph" w:customStyle="1" w:styleId="PartHeadingPACKT">
    <w:name w:val="Part Heading [PACKT]"/>
    <w:basedOn w:val="ChapterTitlePACKT"/>
    <w:qFormat/>
    <w:rsid w:val="00733D2A"/>
  </w:style>
  <w:style w:type="paragraph" w:customStyle="1" w:styleId="PartTitlePACKT">
    <w:name w:val="Part Title [PACKT]"/>
    <w:basedOn w:val="PartPACKT"/>
    <w:uiPriority w:val="99"/>
    <w:qFormat/>
    <w:rsid w:val="00733D2A"/>
    <w:rPr>
      <w:i/>
      <w:sz w:val="26"/>
      <w:u w:val="none"/>
    </w:rPr>
  </w:style>
  <w:style w:type="paragraph" w:customStyle="1" w:styleId="PartSectionPACKT">
    <w:name w:val="Part Section [PACKT]"/>
    <w:basedOn w:val="PartTitlePACKT"/>
    <w:uiPriority w:val="99"/>
    <w:qFormat/>
    <w:rsid w:val="00733D2A"/>
    <w:rPr>
      <w:sz w:val="46"/>
    </w:rPr>
  </w:style>
  <w:style w:type="character" w:styleId="PlaceholderText">
    <w:name w:val="Placeholder Text"/>
    <w:uiPriority w:val="99"/>
    <w:semiHidden/>
    <w:rsid w:val="00733D2A"/>
    <w:rPr>
      <w:color w:val="808080"/>
    </w:rPr>
  </w:style>
  <w:style w:type="paragraph" w:customStyle="1" w:styleId="QuotePACKT">
    <w:name w:val="Quote [PACKT]"/>
    <w:basedOn w:val="NormalPACKT"/>
    <w:uiPriority w:val="99"/>
    <w:rsid w:val="00733D2A"/>
    <w:pPr>
      <w:shd w:val="clear" w:color="auto" w:fill="FFFF00"/>
      <w:spacing w:before="180" w:after="180"/>
      <w:ind w:left="357" w:right="357"/>
    </w:pPr>
    <w:rPr>
      <w:i/>
    </w:rPr>
  </w:style>
  <w:style w:type="paragraph" w:customStyle="1" w:styleId="QuoteWithinBulletPACKT">
    <w:name w:val="Quote Within Bullet [PACKT]"/>
    <w:basedOn w:val="QuotePACKT"/>
    <w:uiPriority w:val="99"/>
    <w:qFormat/>
    <w:rsid w:val="00733D2A"/>
    <w:pPr>
      <w:ind w:left="1077"/>
    </w:pPr>
  </w:style>
  <w:style w:type="paragraph" w:customStyle="1" w:styleId="RomanNumberedBulletPACKT">
    <w:name w:val="Roman Numbered Bullet [PACKT]"/>
    <w:basedOn w:val="NumberedBulletPACKT"/>
    <w:uiPriority w:val="99"/>
    <w:qFormat/>
    <w:rsid w:val="00733D2A"/>
    <w:pPr>
      <w:numPr>
        <w:numId w:val="20"/>
      </w:numPr>
      <w:tabs>
        <w:tab w:val="clear" w:pos="360"/>
      </w:tabs>
      <w:ind w:left="1434" w:hanging="357"/>
    </w:pPr>
  </w:style>
  <w:style w:type="paragraph" w:customStyle="1" w:styleId="RomanNumberedBulletEndPACKT">
    <w:name w:val="Roman Numbered Bullet End [PACKT]"/>
    <w:basedOn w:val="RomanNumberedBulletPACKT"/>
    <w:next w:val="NormalPACKT"/>
    <w:uiPriority w:val="99"/>
    <w:qFormat/>
    <w:rsid w:val="00733D2A"/>
    <w:pPr>
      <w:spacing w:after="120"/>
    </w:pPr>
  </w:style>
  <w:style w:type="character" w:customStyle="1" w:styleId="ScreenTextPACKT">
    <w:name w:val="Screen Text [PACKT]"/>
    <w:uiPriority w:val="99"/>
    <w:locked/>
    <w:rsid w:val="00733D2A"/>
    <w:rPr>
      <w:rFonts w:ascii="Times New Roman" w:hAnsi="Times New Roman"/>
      <w:b/>
      <w:color w:val="008000"/>
      <w:sz w:val="22"/>
    </w:rPr>
  </w:style>
  <w:style w:type="paragraph" w:customStyle="1" w:styleId="SHCodeEndPACKT">
    <w:name w:val="SHCode End [PACKT]"/>
    <w:basedOn w:val="SHCodePACKT"/>
    <w:next w:val="NormalPACKT"/>
    <w:rsid w:val="00733D2A"/>
    <w:pPr>
      <w:spacing w:after="120"/>
    </w:pPr>
  </w:style>
  <w:style w:type="paragraph" w:customStyle="1" w:styleId="SHCodeWithinBulletsPACKT">
    <w:name w:val="SHCode Within Bullets [PACKT]"/>
    <w:basedOn w:val="SHCodePACKT"/>
    <w:rsid w:val="00733D2A"/>
    <w:pPr>
      <w:ind w:left="880"/>
    </w:pPr>
  </w:style>
  <w:style w:type="paragraph" w:customStyle="1" w:styleId="SHCodeWithinBulletsEndPACKT">
    <w:name w:val="SHCode Within Bullets End [PACKT]"/>
    <w:basedOn w:val="SHCodeWithinBulletsPACKT"/>
    <w:next w:val="NormalPACKT"/>
    <w:rsid w:val="00733D2A"/>
    <w:pPr>
      <w:spacing w:after="120"/>
    </w:pPr>
  </w:style>
  <w:style w:type="paragraph" w:customStyle="1" w:styleId="SHCodeWithinInformationBoxPACKT">
    <w:name w:val="SHCode Within Information Box [PACKT]"/>
    <w:basedOn w:val="InformationBoxPACKT"/>
    <w:rsid w:val="00733D2A"/>
    <w:pPr>
      <w:shd w:val="clear" w:color="auto" w:fill="FAFAFA"/>
      <w:spacing w:before="0" w:after="50"/>
    </w:pPr>
    <w:rPr>
      <w:rFonts w:ascii="Consolas" w:hAnsi="Consolas"/>
      <w:color w:val="383A42"/>
      <w:sz w:val="18"/>
    </w:rPr>
  </w:style>
  <w:style w:type="paragraph" w:customStyle="1" w:styleId="SHCodeWithinInformationBoxEndPACKT">
    <w:name w:val="SHCode Within Information Box End [PACKT]"/>
    <w:basedOn w:val="SHCodeWithinInformationBoxPACKT"/>
    <w:next w:val="InformationBoxPACKT"/>
    <w:rsid w:val="00733D2A"/>
    <w:pPr>
      <w:spacing w:after="120"/>
    </w:pPr>
    <w:rPr>
      <w:lang w:val="en-IN"/>
    </w:rPr>
  </w:style>
  <w:style w:type="paragraph" w:customStyle="1" w:styleId="SHCodeWithinTableColumnContentPACKT">
    <w:name w:val="SHCode Within Table Column Content [PACKT]"/>
    <w:basedOn w:val="TableColumnContentPACKT"/>
    <w:rsid w:val="00733D2A"/>
    <w:pPr>
      <w:pBdr>
        <w:top w:val="single" w:sz="4" w:space="4" w:color="FAFAFA"/>
        <w:left w:val="single" w:sz="4" w:space="8" w:color="FAFAFA"/>
        <w:bottom w:val="single" w:sz="4" w:space="4" w:color="FAFAFA"/>
        <w:right w:val="single" w:sz="4" w:space="8" w:color="FAFAFA"/>
      </w:pBdr>
      <w:shd w:val="clear" w:color="auto" w:fill="FAFAFA"/>
      <w:spacing w:before="0" w:after="30"/>
      <w:ind w:left="232" w:right="232"/>
    </w:pPr>
    <w:rPr>
      <w:rFonts w:ascii="Consolas" w:hAnsi="Consolas"/>
      <w:color w:val="383A42"/>
      <w:sz w:val="18"/>
      <w:lang w:val="en-IN"/>
    </w:rPr>
  </w:style>
  <w:style w:type="paragraph" w:customStyle="1" w:styleId="SHCodeWithinTableColumnContentEndPACKT">
    <w:name w:val="SHCode Within Table Column Content End [PACKT]"/>
    <w:basedOn w:val="SHCodeWithinTableColumnContentPACKT"/>
    <w:next w:val="TableColumnContentPACKT"/>
    <w:rsid w:val="00733D2A"/>
    <w:pPr>
      <w:spacing w:after="120"/>
    </w:pPr>
  </w:style>
  <w:style w:type="paragraph" w:customStyle="1" w:styleId="SHCodeWithinTipPACKT">
    <w:name w:val="SHCode Within Tip [PACKT]"/>
    <w:basedOn w:val="SHCodeWithinInformationBoxPACKT"/>
    <w:rsid w:val="00733D2A"/>
    <w:pPr>
      <w:pBdr>
        <w:top w:val="double" w:sz="4" w:space="6" w:color="auto"/>
        <w:left w:val="none" w:sz="0" w:space="0" w:color="auto"/>
        <w:bottom w:val="double" w:sz="4" w:space="9" w:color="auto"/>
        <w:right w:val="none" w:sz="0" w:space="0" w:color="auto"/>
      </w:pBdr>
      <w:spacing w:after="20"/>
    </w:pPr>
  </w:style>
  <w:style w:type="paragraph" w:customStyle="1" w:styleId="SHCodeWithinTipEndPACKT">
    <w:name w:val="SHCode Within Tip End [PACKT]"/>
    <w:basedOn w:val="SHCodeWithinTipPACKT"/>
    <w:next w:val="Normal"/>
    <w:rsid w:val="00733D2A"/>
    <w:pPr>
      <w:spacing w:after="120"/>
    </w:pPr>
  </w:style>
  <w:style w:type="paragraph" w:customStyle="1" w:styleId="SHConPACKT">
    <w:name w:val="SHCon [PACKT]"/>
    <w:basedOn w:val="SHCodePACKT"/>
    <w:rsid w:val="00733D2A"/>
    <w:pPr>
      <w:pBdr>
        <w:top w:val="single" w:sz="4" w:space="4" w:color="282A36"/>
        <w:left w:val="single" w:sz="4" w:space="8" w:color="282A36"/>
        <w:bottom w:val="single" w:sz="4" w:space="4" w:color="282A36"/>
        <w:right w:val="single" w:sz="4" w:space="8" w:color="282A36"/>
      </w:pBdr>
      <w:shd w:val="clear" w:color="auto" w:fill="282A36"/>
      <w:ind w:left="159" w:right="159"/>
    </w:pPr>
    <w:rPr>
      <w:color w:val="F8F8F2"/>
      <w:lang w:val="en-IN"/>
    </w:rPr>
  </w:style>
  <w:style w:type="paragraph" w:customStyle="1" w:styleId="SHConEndPACKT">
    <w:name w:val="SHCon End [PACKT]"/>
    <w:basedOn w:val="SHConPACKT"/>
    <w:next w:val="NormalPACKT"/>
    <w:rsid w:val="00733D2A"/>
    <w:pPr>
      <w:spacing w:after="120"/>
    </w:pPr>
  </w:style>
  <w:style w:type="character" w:styleId="Strong">
    <w:name w:val="Strong"/>
    <w:basedOn w:val="DefaultParagraphFont"/>
    <w:uiPriority w:val="22"/>
    <w:qFormat/>
    <w:rsid w:val="00733D2A"/>
    <w:rPr>
      <w:b/>
      <w:bCs/>
    </w:rPr>
  </w:style>
  <w:style w:type="character" w:customStyle="1" w:styleId="SubscriptPACKT">
    <w:name w:val="Subscript [PACKT]"/>
    <w:basedOn w:val="DefaultParagraphFont"/>
    <w:uiPriority w:val="1"/>
    <w:rsid w:val="00733D2A"/>
    <w:rPr>
      <w:i w:val="0"/>
      <w:vertAlign w:val="subscript"/>
    </w:rPr>
  </w:style>
  <w:style w:type="character" w:customStyle="1" w:styleId="SubscriptBoldPACKT">
    <w:name w:val="Subscript Bold [PACKT]"/>
    <w:basedOn w:val="DefaultParagraphFont"/>
    <w:uiPriority w:val="1"/>
    <w:rsid w:val="00733D2A"/>
    <w:rPr>
      <w:b/>
      <w:vertAlign w:val="subscript"/>
    </w:rPr>
  </w:style>
  <w:style w:type="character" w:customStyle="1" w:styleId="SubscriptBoldItalicPACKT">
    <w:name w:val="Subscript Bold+Italic [PACKT]"/>
    <w:basedOn w:val="DefaultParagraphFont"/>
    <w:uiPriority w:val="1"/>
    <w:rsid w:val="00733D2A"/>
    <w:rPr>
      <w:b/>
      <w:i/>
      <w:vertAlign w:val="subscript"/>
    </w:rPr>
  </w:style>
  <w:style w:type="character" w:customStyle="1" w:styleId="SubscriptItalicPACKT">
    <w:name w:val="Subscript Italic [PACKT]"/>
    <w:basedOn w:val="DefaultParagraphFont"/>
    <w:uiPriority w:val="1"/>
    <w:rsid w:val="00733D2A"/>
    <w:rPr>
      <w:i/>
      <w:vertAlign w:val="subscript"/>
    </w:rPr>
  </w:style>
  <w:style w:type="paragraph" w:styleId="Subtitle">
    <w:name w:val="Subtitle"/>
    <w:basedOn w:val="Normal"/>
    <w:next w:val="Normal"/>
    <w:link w:val="SubtitleChar"/>
    <w:qFormat/>
    <w:rsid w:val="00733D2A"/>
    <w:pPr>
      <w:keepNext/>
      <w:spacing w:before="240" w:after="120"/>
      <w:jc w:val="center"/>
    </w:pPr>
    <w:rPr>
      <w:rFonts w:eastAsia="SimSun" w:cs="Lucida Sans"/>
      <w:i/>
      <w:iCs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733D2A"/>
    <w:rPr>
      <w:rFonts w:ascii="Calibri" w:eastAsia="SimSun" w:hAnsi="Calibri" w:cs="Lucida Sans"/>
      <w:i/>
      <w:iCs/>
      <w:sz w:val="28"/>
      <w:szCs w:val="28"/>
      <w:lang w:val="en-US"/>
    </w:rPr>
  </w:style>
  <w:style w:type="character" w:customStyle="1" w:styleId="SuperscriptPACKT">
    <w:name w:val="Superscript [PACKT]"/>
    <w:basedOn w:val="DefaultParagraphFont"/>
    <w:uiPriority w:val="1"/>
    <w:rsid w:val="00733D2A"/>
    <w:rPr>
      <w:vertAlign w:val="superscript"/>
    </w:rPr>
  </w:style>
  <w:style w:type="character" w:customStyle="1" w:styleId="SuperscriptBoldPACKT">
    <w:name w:val="Superscript Bold [PACKT]"/>
    <w:basedOn w:val="DefaultParagraphFont"/>
    <w:uiPriority w:val="1"/>
    <w:rsid w:val="00733D2A"/>
    <w:rPr>
      <w:b/>
      <w:vertAlign w:val="superscript"/>
    </w:rPr>
  </w:style>
  <w:style w:type="character" w:customStyle="1" w:styleId="SuperscriptBoldItalicPACKT">
    <w:name w:val="Superscript Bold+Italic [PACKT]"/>
    <w:basedOn w:val="DefaultParagraphFont"/>
    <w:uiPriority w:val="1"/>
    <w:rsid w:val="00733D2A"/>
    <w:rPr>
      <w:b/>
      <w:i/>
      <w:vertAlign w:val="superscript"/>
    </w:rPr>
  </w:style>
  <w:style w:type="character" w:customStyle="1" w:styleId="SuperscriptItalicPACKT">
    <w:name w:val="Superscript Italic [PACKT]"/>
    <w:basedOn w:val="DefaultParagraphFont"/>
    <w:uiPriority w:val="1"/>
    <w:rsid w:val="00733D2A"/>
    <w:rPr>
      <w:i/>
      <w:vertAlign w:val="superscript"/>
    </w:rPr>
  </w:style>
  <w:style w:type="paragraph" w:customStyle="1" w:styleId="TableCaption">
    <w:name w:val="Table Caption"/>
    <w:basedOn w:val="Normal"/>
    <w:rsid w:val="00733D2A"/>
    <w:pPr>
      <w:spacing w:after="120"/>
    </w:pPr>
    <w:rPr>
      <w:i/>
    </w:rPr>
  </w:style>
  <w:style w:type="table" w:styleId="TableGrid">
    <w:name w:val="Table Grid"/>
    <w:basedOn w:val="TableNormal"/>
    <w:uiPriority w:val="39"/>
    <w:rsid w:val="00733D2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hematicPACKT">
    <w:name w:val="Thematic (PACKT)"/>
    <w:qFormat/>
    <w:rsid w:val="00733D2A"/>
    <w:pPr>
      <w:spacing w:after="0"/>
    </w:pPr>
    <w:rPr>
      <w:rFonts w:ascii="Trebuchet MS" w:hAnsi="Trebuchet MS" w:cs="Segoe UI"/>
      <w:b/>
      <w:bCs/>
      <w:color w:val="000000" w:themeColor="text1"/>
      <w:sz w:val="30"/>
      <w:szCs w:val="30"/>
    </w:rPr>
  </w:style>
  <w:style w:type="paragraph" w:customStyle="1" w:styleId="TipPACKT">
    <w:name w:val="Tip [PACKT]"/>
    <w:basedOn w:val="InformationBoxPACKT"/>
    <w:next w:val="NormalPACKT"/>
    <w:uiPriority w:val="99"/>
    <w:qFormat/>
    <w:rsid w:val="00733D2A"/>
    <w:pPr>
      <w:pBdr>
        <w:top w:val="double" w:sz="4" w:space="6" w:color="auto"/>
        <w:left w:val="none" w:sz="0" w:space="0" w:color="auto"/>
        <w:bottom w:val="double" w:sz="4" w:space="9" w:color="auto"/>
        <w:right w:val="none" w:sz="0" w:space="0" w:color="auto"/>
      </w:pBdr>
      <w:shd w:val="clear" w:color="auto" w:fill="auto"/>
    </w:pPr>
  </w:style>
  <w:style w:type="paragraph" w:styleId="Title">
    <w:name w:val="Title"/>
    <w:basedOn w:val="Normal"/>
    <w:next w:val="Subtitle"/>
    <w:link w:val="TitleChar"/>
    <w:qFormat/>
    <w:rsid w:val="00733D2A"/>
    <w:pPr>
      <w:keepNext/>
      <w:keepLines/>
      <w:spacing w:before="480" w:after="240"/>
      <w:jc w:val="center"/>
    </w:pPr>
    <w:rPr>
      <w:rFonts w:cs="font442"/>
      <w:b/>
      <w:bCs/>
      <w:color w:val="345A8A"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733D2A"/>
    <w:rPr>
      <w:rFonts w:ascii="Calibri" w:eastAsia="Times New Roman" w:hAnsi="Calibri" w:cs="font442"/>
      <w:b/>
      <w:bCs/>
      <w:color w:val="345A8A"/>
      <w:sz w:val="36"/>
      <w:szCs w:val="36"/>
      <w:lang w:val="en-US"/>
    </w:rPr>
  </w:style>
  <w:style w:type="paragraph" w:customStyle="1" w:styleId="TitleQuotePACKT">
    <w:name w:val="Title Quote (PACKT)"/>
    <w:qFormat/>
    <w:rsid w:val="00733D2A"/>
    <w:pPr>
      <w:spacing w:after="0"/>
    </w:pPr>
    <w:rPr>
      <w:rFonts w:ascii="Cambria" w:hAnsi="Cambria"/>
      <w:i/>
      <w:sz w:val="32"/>
    </w:rPr>
  </w:style>
  <w:style w:type="character" w:customStyle="1" w:styleId="URLPACKT">
    <w:name w:val="URL [PACKT]"/>
    <w:uiPriority w:val="99"/>
    <w:rsid w:val="00733D2A"/>
    <w:rPr>
      <w:rFonts w:ascii="Consolas" w:hAnsi="Consolas"/>
      <w:color w:val="0000FF"/>
      <w:sz w:val="19"/>
      <w:szCs w:val="18"/>
    </w:rPr>
  </w:style>
  <w:style w:type="paragraph" w:customStyle="1" w:styleId="SHConWithinBulletsPACKT">
    <w:name w:val="SHCon Within Bullets [PACKT]"/>
    <w:basedOn w:val="SHCodeWithinBulletsPACKT"/>
    <w:rsid w:val="00733D2A"/>
    <w:pPr>
      <w:pBdr>
        <w:top w:val="single" w:sz="4" w:space="4" w:color="282A36"/>
        <w:left w:val="single" w:sz="4" w:space="8" w:color="282A36"/>
        <w:bottom w:val="single" w:sz="4" w:space="4" w:color="282A36"/>
        <w:right w:val="single" w:sz="4" w:space="8" w:color="282A36"/>
      </w:pBdr>
      <w:shd w:val="clear" w:color="auto" w:fill="282A36"/>
    </w:pPr>
    <w:rPr>
      <w:color w:val="F8F8F2"/>
    </w:rPr>
  </w:style>
  <w:style w:type="paragraph" w:customStyle="1" w:styleId="SHConWithinBulletsEndPACKT">
    <w:name w:val="SHCon Within Bullets End [PACKT]"/>
    <w:basedOn w:val="SHConWithinBulletsPACKT"/>
    <w:next w:val="NormalPACKT"/>
    <w:rsid w:val="00733D2A"/>
    <w:pPr>
      <w:spacing w:after="120"/>
    </w:pPr>
  </w:style>
  <w:style w:type="paragraph" w:customStyle="1" w:styleId="SHConWithinInformationBoxPACKT">
    <w:name w:val="SHCon Within Information Box [PACKT]"/>
    <w:basedOn w:val="SHCodeWithinInformationBoxPACKT"/>
    <w:rsid w:val="00733D2A"/>
    <w:pPr>
      <w:shd w:val="clear" w:color="auto" w:fill="282A36"/>
    </w:pPr>
    <w:rPr>
      <w:color w:val="F8F8F2"/>
    </w:rPr>
  </w:style>
  <w:style w:type="paragraph" w:customStyle="1" w:styleId="SHConWithinInformationBoxEndPACKT">
    <w:name w:val="SHCon Within Information Box End [PACKT]"/>
    <w:basedOn w:val="SHConWithinInformationBoxPACKT"/>
    <w:next w:val="InformationBoxPACKT"/>
    <w:rsid w:val="00733D2A"/>
    <w:pPr>
      <w:spacing w:after="120"/>
    </w:pPr>
  </w:style>
  <w:style w:type="paragraph" w:customStyle="1" w:styleId="SHConWithinTableColumnContentPACKT">
    <w:name w:val="SHCon Within Table Column Content [PACKT]"/>
    <w:basedOn w:val="SHCodeWithinTableColumnContentPACKT"/>
    <w:rsid w:val="00733D2A"/>
    <w:pPr>
      <w:pBdr>
        <w:top w:val="single" w:sz="4" w:space="4" w:color="282A36"/>
        <w:left w:val="single" w:sz="4" w:space="8" w:color="282A36"/>
        <w:bottom w:val="single" w:sz="4" w:space="4" w:color="282A36"/>
        <w:right w:val="single" w:sz="4" w:space="8" w:color="282A36"/>
      </w:pBdr>
      <w:shd w:val="clear" w:color="auto" w:fill="282A36"/>
    </w:pPr>
    <w:rPr>
      <w:color w:val="F8F8F2"/>
    </w:rPr>
  </w:style>
  <w:style w:type="paragraph" w:customStyle="1" w:styleId="SHConWithinTableColumnContentEndPACKT">
    <w:name w:val="SHCon Within Table Column Content End [PACKT]"/>
    <w:basedOn w:val="SHConWithinTableColumnContentPACKT"/>
    <w:next w:val="TableColumnContentPACKT"/>
    <w:rsid w:val="00733D2A"/>
    <w:pPr>
      <w:spacing w:after="120"/>
    </w:pPr>
  </w:style>
  <w:style w:type="paragraph" w:customStyle="1" w:styleId="SHConWithinTipPACKT">
    <w:name w:val="SHCon Within Tip [PACKT]"/>
    <w:basedOn w:val="SHCodeWithinTipPACKT"/>
    <w:rsid w:val="00733D2A"/>
    <w:pPr>
      <w:shd w:val="clear" w:color="auto" w:fill="282A36"/>
    </w:pPr>
    <w:rPr>
      <w:color w:val="F8F8F2"/>
    </w:rPr>
  </w:style>
  <w:style w:type="paragraph" w:customStyle="1" w:styleId="SHConWithinTipEndPACKT">
    <w:name w:val="SHCon Within Tip End [PACKT]"/>
    <w:basedOn w:val="SHConWithinTipPACKT"/>
    <w:next w:val="TipPACKT"/>
    <w:rsid w:val="00733D2A"/>
    <w:pPr>
      <w:spacing w:after="120"/>
    </w:pPr>
  </w:style>
  <w:style w:type="paragraph" w:customStyle="1" w:styleId="CitePACKT">
    <w:name w:val="Cite [PACKT]"/>
    <w:basedOn w:val="QuotePACKT"/>
    <w:rsid w:val="00733D2A"/>
    <w:pPr>
      <w:jc w:val="right"/>
    </w:pPr>
  </w:style>
  <w:style w:type="paragraph" w:customStyle="1" w:styleId="CiteWithinBulletPACKT">
    <w:name w:val="Cite Within Bullet [PACKT]"/>
    <w:basedOn w:val="QuoteWithinBulletPACKT"/>
    <w:rsid w:val="00733D2A"/>
    <w:pPr>
      <w:jc w:val="right"/>
    </w:p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33D2A"/>
    <w:pPr>
      <w:spacing w:after="0"/>
      <w:ind w:left="240" w:hanging="2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3D2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D2A"/>
    <w:rPr>
      <w:rFonts w:ascii="Segoe UI" w:eastAsia="Times New Roman" w:hAnsi="Segoe UI" w:cs="Segoe UI"/>
      <w:sz w:val="18"/>
      <w:szCs w:val="18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33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Theme="minorEastAsia" w:hAnsi="Courier New" w:cs="Courier New"/>
      <w:sz w:val="20"/>
      <w:szCs w:val="20"/>
      <w:lang w:val="en-IN"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33D2A"/>
    <w:rPr>
      <w:rFonts w:ascii="Courier New" w:eastAsiaTheme="minorEastAsia" w:hAnsi="Courier New" w:cs="Courier New"/>
      <w:sz w:val="20"/>
      <w:szCs w:val="20"/>
      <w:lang w:eastAsia="en-IN"/>
    </w:rPr>
  </w:style>
  <w:style w:type="character" w:customStyle="1" w:styleId="bash">
    <w:name w:val="bash"/>
    <w:basedOn w:val="DefaultParagraphFont"/>
    <w:rsid w:val="00733D2A"/>
  </w:style>
  <w:style w:type="paragraph" w:customStyle="1" w:styleId="Default">
    <w:name w:val="Default"/>
    <w:rsid w:val="006959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04E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ki.python.org/moin/BeginnersGuide/Download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Office\Packt\Style%20File\For%20Regular%20Book\PEN_EditTools_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PEN_EditTools_Normal</Template>
  <TotalTime>48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cp:lastPrinted>2020-07-28T06:46:00Z</cp:lastPrinted>
  <dcterms:created xsi:type="dcterms:W3CDTF">2020-07-28T06:22:00Z</dcterms:created>
  <dcterms:modified xsi:type="dcterms:W3CDTF">2020-07-28T07:15:00Z</dcterms:modified>
</cp:coreProperties>
</file>